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1A951" w14:textId="1917D05D" w:rsidR="00642CB4" w:rsidRPr="00092897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 w:rsidRPr="00092897">
        <w:rPr>
          <w:rFonts w:ascii="Arial" w:hAnsi="Arial" w:cs="Arial"/>
          <w:b/>
          <w:szCs w:val="24"/>
          <w:u w:val="single"/>
        </w:rPr>
        <w:t xml:space="preserve">ROTEIRO DA </w:t>
      </w:r>
      <w:r w:rsidR="00612D2F">
        <w:rPr>
          <w:rFonts w:ascii="Arial" w:hAnsi="Arial" w:cs="Arial"/>
          <w:b/>
          <w:szCs w:val="24"/>
          <w:u w:val="single"/>
        </w:rPr>
        <w:t>38</w:t>
      </w:r>
      <w:r w:rsidR="00323490">
        <w:rPr>
          <w:rFonts w:ascii="Arial" w:hAnsi="Arial" w:cs="Arial"/>
          <w:b/>
          <w:szCs w:val="24"/>
          <w:u w:val="single"/>
        </w:rPr>
        <w:t>ª SESSÃO</w:t>
      </w:r>
      <w:r w:rsidRPr="00092897">
        <w:rPr>
          <w:rFonts w:ascii="Arial" w:hAnsi="Arial" w:cs="Arial"/>
          <w:b/>
          <w:szCs w:val="24"/>
          <w:u w:val="single"/>
        </w:rPr>
        <w:t xml:space="preserve"> ORDINÁRIA</w:t>
      </w:r>
    </w:p>
    <w:p w14:paraId="43998495" w14:textId="4718495D" w:rsidR="00642CB4" w:rsidRPr="00092897" w:rsidRDefault="00612D2F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27 DE </w:t>
      </w:r>
      <w:proofErr w:type="gramStart"/>
      <w:r>
        <w:rPr>
          <w:rFonts w:ascii="Arial" w:hAnsi="Arial" w:cs="Arial"/>
          <w:b/>
          <w:szCs w:val="24"/>
          <w:u w:val="single"/>
        </w:rPr>
        <w:t>NOVEMBRO</w:t>
      </w:r>
      <w:proofErr w:type="gramEnd"/>
      <w:r w:rsidR="00472765">
        <w:rPr>
          <w:rFonts w:ascii="Arial" w:hAnsi="Arial" w:cs="Arial"/>
          <w:b/>
          <w:szCs w:val="24"/>
          <w:u w:val="single"/>
        </w:rPr>
        <w:t xml:space="preserve"> DE 2019</w:t>
      </w:r>
    </w:p>
    <w:p w14:paraId="73802124" w14:textId="77777777" w:rsidR="00642CB4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faz a s</w:t>
      </w:r>
      <w:r w:rsidR="004F004D" w:rsidRPr="00DA3993">
        <w:rPr>
          <w:rFonts w:ascii="Arial" w:hAnsi="Arial" w:cs="Arial"/>
          <w:b/>
          <w:color w:val="76923C" w:themeColor="accent3" w:themeShade="BF"/>
          <w:szCs w:val="24"/>
        </w:rPr>
        <w:t>audação</w:t>
      </w:r>
      <w:r w:rsidR="00193B0D" w:rsidRPr="00DA3993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5845A31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Membros da Mesa,</w:t>
      </w:r>
    </w:p>
    <w:p w14:paraId="1184C3E0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Vereadores,</w:t>
      </w:r>
    </w:p>
    <w:p w14:paraId="2D5B1316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SERVIDORES,</w:t>
      </w:r>
    </w:p>
    <w:p w14:paraId="19F7FB00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Público presente,</w:t>
      </w:r>
    </w:p>
    <w:p w14:paraId="5964F7D4" w14:textId="77777777" w:rsidR="001644F6" w:rsidRPr="008A543E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TELESPECTADORES,</w:t>
      </w:r>
    </w:p>
    <w:p w14:paraId="11846F23" w14:textId="77777777" w:rsidR="00642CB4" w:rsidRPr="008A543E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Internautas,</w:t>
      </w:r>
      <w:r w:rsidR="005E49C1" w:rsidRPr="008A543E">
        <w:rPr>
          <w:rFonts w:ascii="Arial" w:hAnsi="Arial" w:cs="Arial"/>
          <w:caps/>
          <w:szCs w:val="24"/>
        </w:rPr>
        <w:t xml:space="preserve"> EM ESPECIAL AQUELES QUE NOS ASSISTEM AO VIVO PELA PÁGINA DA CÂMARA NO </w:t>
      </w:r>
      <w:proofErr w:type="spellStart"/>
      <w:r w:rsidR="005E49C1" w:rsidRPr="008A543E">
        <w:rPr>
          <w:rFonts w:ascii="Arial" w:hAnsi="Arial" w:cs="Arial"/>
          <w:caps/>
          <w:szCs w:val="24"/>
        </w:rPr>
        <w:t>FACEBOOK</w:t>
      </w:r>
      <w:proofErr w:type="spellEnd"/>
      <w:r w:rsidR="005E49C1" w:rsidRPr="008A543E">
        <w:rPr>
          <w:rFonts w:ascii="Arial" w:hAnsi="Arial" w:cs="Arial"/>
          <w:caps/>
          <w:szCs w:val="24"/>
        </w:rPr>
        <w:t>,</w:t>
      </w:r>
    </w:p>
    <w:p w14:paraId="20A85381" w14:textId="66B5A11F" w:rsidR="00642CB4" w:rsidRPr="008A543E" w:rsidRDefault="006013C9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>
        <w:rPr>
          <w:rFonts w:ascii="Arial" w:hAnsi="Arial" w:cs="Arial"/>
          <w:caps/>
          <w:szCs w:val="24"/>
        </w:rPr>
        <w:t>BOA NOITE</w:t>
      </w:r>
      <w:r w:rsidR="00642CB4" w:rsidRPr="008A543E">
        <w:rPr>
          <w:rFonts w:ascii="Arial" w:hAnsi="Arial" w:cs="Arial"/>
          <w:caps/>
          <w:szCs w:val="24"/>
        </w:rPr>
        <w:t>!</w:t>
      </w:r>
    </w:p>
    <w:p w14:paraId="749841C5" w14:textId="77777777" w:rsidR="00642CB4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abre a Sessão e solicita verificação de presença:</w:t>
      </w:r>
    </w:p>
    <w:p w14:paraId="10200E77" w14:textId="58F58089" w:rsidR="00642CB4" w:rsidRPr="008A543E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 xml:space="preserve">NA PRESENTE DATA DE </w:t>
      </w:r>
      <w:r w:rsidR="00612D2F">
        <w:rPr>
          <w:rFonts w:ascii="Arial" w:hAnsi="Arial" w:cs="Arial"/>
          <w:caps/>
          <w:szCs w:val="24"/>
        </w:rPr>
        <w:t>27 DE NOVEMBRO</w:t>
      </w:r>
      <w:r w:rsidRPr="008A543E">
        <w:rPr>
          <w:rFonts w:ascii="Arial" w:hAnsi="Arial" w:cs="Arial"/>
          <w:caps/>
          <w:szCs w:val="24"/>
        </w:rPr>
        <w:t>,</w:t>
      </w:r>
      <w:r w:rsidR="00642CB4" w:rsidRPr="008A543E">
        <w:rPr>
          <w:rFonts w:ascii="Arial" w:hAnsi="Arial" w:cs="Arial"/>
          <w:caps/>
          <w:szCs w:val="24"/>
        </w:rPr>
        <w:t xml:space="preserve"> </w:t>
      </w:r>
      <w:r w:rsidR="0030678B" w:rsidRPr="008A543E">
        <w:rPr>
          <w:rFonts w:ascii="Arial" w:hAnsi="Arial" w:cs="Arial"/>
          <w:caps/>
          <w:szCs w:val="24"/>
        </w:rPr>
        <w:t xml:space="preserve">ÀS </w:t>
      </w:r>
      <w:proofErr w:type="spellStart"/>
      <w:r w:rsidR="0030678B" w:rsidRPr="008A543E">
        <w:rPr>
          <w:rFonts w:ascii="Arial" w:hAnsi="Arial" w:cs="Arial"/>
          <w:caps/>
          <w:szCs w:val="24"/>
        </w:rPr>
        <w:t>XXXX</w:t>
      </w:r>
      <w:proofErr w:type="spellEnd"/>
      <w:r w:rsidR="0030678B" w:rsidRPr="008A543E">
        <w:rPr>
          <w:rFonts w:ascii="Arial" w:hAnsi="Arial" w:cs="Arial"/>
          <w:caps/>
          <w:szCs w:val="24"/>
        </w:rPr>
        <w:t xml:space="preserve"> HORAS, </w:t>
      </w:r>
      <w:r w:rsidR="006E75B5" w:rsidRPr="008A543E">
        <w:rPr>
          <w:rFonts w:ascii="Arial" w:hAnsi="Arial" w:cs="Arial"/>
          <w:caps/>
          <w:szCs w:val="24"/>
        </w:rPr>
        <w:t xml:space="preserve">Para </w:t>
      </w:r>
      <w:r w:rsidR="00642CB4" w:rsidRPr="008A543E">
        <w:rPr>
          <w:rFonts w:ascii="Arial" w:hAnsi="Arial" w:cs="Arial"/>
          <w:caps/>
          <w:szCs w:val="24"/>
        </w:rPr>
        <w:t xml:space="preserve">darmos início à </w:t>
      </w:r>
      <w:r w:rsidR="00612D2F">
        <w:rPr>
          <w:rFonts w:ascii="Arial" w:hAnsi="Arial" w:cs="Arial"/>
          <w:caps/>
          <w:szCs w:val="24"/>
        </w:rPr>
        <w:t>38ª (TRIGÉSIMA OITAVA)</w:t>
      </w:r>
      <w:r w:rsidR="00315EFC" w:rsidRPr="008A543E">
        <w:rPr>
          <w:rFonts w:ascii="Arial" w:hAnsi="Arial" w:cs="Arial"/>
          <w:caps/>
          <w:szCs w:val="24"/>
        </w:rPr>
        <w:t xml:space="preserve"> SESSÃO</w:t>
      </w:r>
      <w:r w:rsidR="00642CB4" w:rsidRPr="008A543E">
        <w:rPr>
          <w:rFonts w:ascii="Arial" w:hAnsi="Arial" w:cs="Arial"/>
          <w:caps/>
          <w:szCs w:val="24"/>
        </w:rPr>
        <w:t xml:space="preserve"> Ordinária</w:t>
      </w:r>
      <w:r w:rsidR="00E76A02" w:rsidRPr="008A543E">
        <w:rPr>
          <w:rFonts w:ascii="Arial" w:hAnsi="Arial" w:cs="Arial"/>
          <w:caps/>
          <w:szCs w:val="24"/>
        </w:rPr>
        <w:t xml:space="preserve"> DO ANO</w:t>
      </w:r>
      <w:r w:rsidR="002164AF" w:rsidRPr="008A543E">
        <w:rPr>
          <w:rFonts w:ascii="Arial" w:hAnsi="Arial" w:cs="Arial"/>
          <w:caps/>
          <w:szCs w:val="24"/>
        </w:rPr>
        <w:t xml:space="preserve"> DE 201</w:t>
      </w:r>
      <w:r w:rsidR="00FD2C0F" w:rsidRPr="008A543E">
        <w:rPr>
          <w:rFonts w:ascii="Arial" w:hAnsi="Arial" w:cs="Arial"/>
          <w:caps/>
          <w:szCs w:val="24"/>
        </w:rPr>
        <w:t>9</w:t>
      </w:r>
      <w:r w:rsidR="00E76A02" w:rsidRPr="008A543E">
        <w:rPr>
          <w:rFonts w:ascii="Arial" w:hAnsi="Arial" w:cs="Arial"/>
          <w:caps/>
          <w:szCs w:val="24"/>
        </w:rPr>
        <w:t>,</w:t>
      </w:r>
      <w:r w:rsidR="00642CB4" w:rsidRPr="008A543E">
        <w:rPr>
          <w:rFonts w:ascii="Arial" w:hAnsi="Arial" w:cs="Arial"/>
          <w:caps/>
          <w:szCs w:val="24"/>
        </w:rPr>
        <w:t xml:space="preserve"> SOLICITO AO 1º </w:t>
      </w:r>
      <w:r w:rsidR="00574659" w:rsidRPr="008A543E">
        <w:rPr>
          <w:rFonts w:ascii="Arial" w:hAnsi="Arial" w:cs="Arial"/>
          <w:caps/>
          <w:szCs w:val="24"/>
        </w:rPr>
        <w:t>SECRETÁRIO</w:t>
      </w:r>
      <w:r w:rsidR="00642CB4" w:rsidRPr="008A543E">
        <w:rPr>
          <w:rFonts w:ascii="Arial" w:hAnsi="Arial" w:cs="Arial"/>
          <w:caps/>
          <w:szCs w:val="24"/>
        </w:rPr>
        <w:t xml:space="preserve"> QUE FAÇA A VERIFICAÇÃO DE PRESENÇA.</w:t>
      </w:r>
    </w:p>
    <w:p w14:paraId="38D7B449" w14:textId="77777777" w:rsidR="00472765" w:rsidRPr="00DA3993" w:rsidRDefault="00472765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</w:rPr>
      </w:pPr>
      <w:r w:rsidRPr="00907BC6">
        <w:rPr>
          <w:rFonts w:ascii="Arial" w:hAnsi="Arial" w:cs="Arial"/>
          <w:b/>
          <w:szCs w:val="24"/>
          <w:highlight w:val="yellow"/>
        </w:rPr>
        <w:t xml:space="preserve">O 1º SECRETÁRIO </w:t>
      </w:r>
      <w:r w:rsidR="0028005D">
        <w:rPr>
          <w:rFonts w:ascii="Arial" w:hAnsi="Arial" w:cs="Arial"/>
          <w:b/>
          <w:szCs w:val="24"/>
          <w:highlight w:val="yellow"/>
        </w:rPr>
        <w:t>faz a</w:t>
      </w:r>
      <w:r w:rsidRPr="00907BC6">
        <w:rPr>
          <w:rFonts w:ascii="Arial" w:hAnsi="Arial" w:cs="Arial"/>
          <w:b/>
          <w:szCs w:val="24"/>
          <w:highlight w:val="yellow"/>
        </w:rPr>
        <w:t xml:space="preserve"> chamada e diz:</w:t>
      </w:r>
    </w:p>
    <w:p w14:paraId="462C322E" w14:textId="77777777" w:rsidR="00472765" w:rsidRPr="008A543E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há (</w:t>
      </w:r>
      <w:r w:rsidRPr="008A543E">
        <w:rPr>
          <w:rFonts w:ascii="Arial" w:hAnsi="Arial" w:cs="Arial"/>
          <w:color w:val="548DD4" w:themeColor="text2" w:themeTint="99"/>
          <w:szCs w:val="24"/>
        </w:rPr>
        <w:t>não há</w:t>
      </w:r>
      <w:r w:rsidRPr="008A543E">
        <w:rPr>
          <w:rFonts w:ascii="Arial" w:hAnsi="Arial" w:cs="Arial"/>
          <w:caps/>
          <w:szCs w:val="24"/>
        </w:rPr>
        <w:t xml:space="preserve">) quórum, presidente. </w:t>
      </w:r>
      <w:r w:rsidRPr="008A543E">
        <w:rPr>
          <w:rFonts w:ascii="Arial" w:hAnsi="Arial" w:cs="Arial"/>
          <w:color w:val="548DD4" w:themeColor="text2" w:themeTint="99"/>
          <w:szCs w:val="24"/>
        </w:rPr>
        <w:t>(Mínimo: 5 Vereadores)</w:t>
      </w:r>
    </w:p>
    <w:p w14:paraId="288DEA80" w14:textId="77777777" w:rsidR="00642CB4" w:rsidRPr="00DA3993" w:rsidRDefault="00430B67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Após a </w:t>
      </w:r>
      <w:r w:rsidR="004F004D" w:rsidRPr="00DA3993">
        <w:rPr>
          <w:rFonts w:ascii="Arial" w:hAnsi="Arial" w:cs="Arial"/>
          <w:b/>
          <w:color w:val="76923C" w:themeColor="accent3" w:themeShade="BF"/>
          <w:szCs w:val="24"/>
        </w:rPr>
        <w:t>verificação de presença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, </w:t>
      </w:r>
      <w:r w:rsidR="00F668D4" w:rsidRPr="00DA3993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declara a Sessão aberta:</w:t>
      </w:r>
    </w:p>
    <w:p w14:paraId="6769F788" w14:textId="77777777" w:rsidR="00642CB4" w:rsidRPr="008A543E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SOB A PROTEÇÃO DE DEUS E COM O CORAÇÃO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INTEIRAMENTE VOLTADO PARA A PÁTRIA E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PARA A COMUNIDADE A QUE SERVIMOS</w:t>
      </w:r>
      <w:r w:rsidR="002C29C5" w:rsidRPr="008A543E">
        <w:rPr>
          <w:rFonts w:ascii="Arial" w:hAnsi="Arial" w:cs="Arial"/>
          <w:caps/>
          <w:szCs w:val="24"/>
        </w:rPr>
        <w:t xml:space="preserve">, </w:t>
      </w:r>
      <w:r w:rsidRPr="008A543E">
        <w:rPr>
          <w:rFonts w:ascii="Arial" w:hAnsi="Arial" w:cs="Arial"/>
          <w:caps/>
          <w:szCs w:val="24"/>
        </w:rPr>
        <w:t>DECLARO ABERTA A PRESENTE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SESSÃO ORDINÁRIA</w:t>
      </w:r>
      <w:r w:rsidR="002C29C5" w:rsidRPr="008A543E">
        <w:rPr>
          <w:rFonts w:ascii="Arial" w:hAnsi="Arial" w:cs="Arial"/>
          <w:caps/>
          <w:szCs w:val="24"/>
        </w:rPr>
        <w:t>.</w:t>
      </w:r>
    </w:p>
    <w:p w14:paraId="6749FDBC" w14:textId="74FE0132" w:rsidR="002C29C5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solicita a e</w:t>
      </w:r>
      <w:r w:rsidR="00E56115" w:rsidRPr="00DA3993">
        <w:rPr>
          <w:rFonts w:ascii="Arial" w:hAnsi="Arial" w:cs="Arial"/>
          <w:b/>
          <w:color w:val="76923C" w:themeColor="accent3" w:themeShade="BF"/>
          <w:szCs w:val="24"/>
        </w:rPr>
        <w:t>xecução de hino</w:t>
      </w:r>
      <w:r w:rsidR="002C5CE0">
        <w:rPr>
          <w:rFonts w:ascii="Arial" w:hAnsi="Arial" w:cs="Arial"/>
          <w:b/>
          <w:color w:val="76923C" w:themeColor="accent3" w:themeShade="BF"/>
          <w:szCs w:val="24"/>
        </w:rPr>
        <w:t>s</w:t>
      </w:r>
      <w:r w:rsidR="00FF32B9">
        <w:rPr>
          <w:rFonts w:ascii="Arial" w:hAnsi="Arial" w:cs="Arial"/>
          <w:b/>
          <w:color w:val="76923C" w:themeColor="accent3" w:themeShade="BF"/>
          <w:szCs w:val="24"/>
        </w:rPr>
        <w:t xml:space="preserve"> e leitura da Bíblia</w:t>
      </w:r>
      <w:r w:rsidR="00E56115" w:rsidRPr="00DA3993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C9813A1" w14:textId="1A2D3355" w:rsidR="00642CB4" w:rsidRPr="008A543E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PEÇO A TODOS QUE SE LEVANTEM PARA A EXECUÇÃO DO HINO NACIONAL BRASILEIRO</w:t>
      </w:r>
      <w:r w:rsidR="00FF32B9">
        <w:rPr>
          <w:rFonts w:ascii="Arial" w:hAnsi="Arial" w:cs="Arial"/>
          <w:caps/>
          <w:szCs w:val="24"/>
        </w:rPr>
        <w:t xml:space="preserve"> </w:t>
      </w:r>
      <w:r w:rsidR="002C5CE0">
        <w:rPr>
          <w:rFonts w:ascii="Arial" w:hAnsi="Arial" w:cs="Arial"/>
          <w:caps/>
          <w:szCs w:val="24"/>
        </w:rPr>
        <w:t xml:space="preserve">e do hino de jacareí. E PEÇO AINDA QUE, APÓS A EXECUÇÃO DOs HINOs, o </w:t>
      </w:r>
      <w:r w:rsidR="00BF7C01">
        <w:rPr>
          <w:rFonts w:ascii="Arial" w:hAnsi="Arial" w:cs="Arial"/>
          <w:caps/>
          <w:szCs w:val="24"/>
        </w:rPr>
        <w:t>VEREADOR</w:t>
      </w:r>
      <w:r w:rsidR="00FF32B9">
        <w:rPr>
          <w:rFonts w:ascii="Arial" w:hAnsi="Arial" w:cs="Arial"/>
          <w:caps/>
          <w:szCs w:val="24"/>
        </w:rPr>
        <w:t xml:space="preserve"> </w:t>
      </w:r>
      <w:r w:rsidR="002C5CE0" w:rsidRPr="002C5CE0">
        <w:rPr>
          <w:rFonts w:ascii="Arial" w:hAnsi="Arial" w:cs="Arial"/>
          <w:b/>
          <w:szCs w:val="24"/>
          <w:highlight w:val="yellow"/>
          <w:u w:val="single"/>
        </w:rPr>
        <w:t>FERNANDO DA ÓTICA ORIGINAL</w:t>
      </w:r>
      <w:r w:rsidR="00FF32B9" w:rsidRPr="008A543E">
        <w:rPr>
          <w:rFonts w:ascii="Arial" w:hAnsi="Arial" w:cs="Arial"/>
          <w:szCs w:val="24"/>
        </w:rPr>
        <w:t xml:space="preserve"> PROCEDA À LEITURA DE UM TRECHO DA BÍBLIA.</w:t>
      </w:r>
    </w:p>
    <w:p w14:paraId="1135C468" w14:textId="0CE32702" w:rsidR="00323490" w:rsidRDefault="00323490" w:rsidP="00323490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br w:type="page"/>
      </w:r>
    </w:p>
    <w:p w14:paraId="60F06241" w14:textId="2E1F679D" w:rsidR="00BC295C" w:rsidRPr="00BC295C" w:rsidRDefault="00BC295C" w:rsidP="00BC295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O</w:t>
      </w:r>
      <w:r w:rsidRPr="00BC295C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BC295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C295C">
        <w:rPr>
          <w:rFonts w:ascii="Arial" w:hAnsi="Arial" w:cs="Arial"/>
          <w:b/>
          <w:color w:val="76923C" w:themeColor="accent3" w:themeShade="BF"/>
          <w:szCs w:val="24"/>
        </w:rPr>
        <w:t xml:space="preserve"> anuncia solenidade:</w:t>
      </w:r>
    </w:p>
    <w:p w14:paraId="00F6538D" w14:textId="77777777" w:rsidR="00BC295C" w:rsidRPr="00BC295C" w:rsidRDefault="00BC295C" w:rsidP="00BC295C">
      <w:pPr>
        <w:spacing w:line="312" w:lineRule="auto"/>
        <w:ind w:left="851"/>
        <w:jc w:val="both"/>
        <w:rPr>
          <w:rFonts w:ascii="Arial" w:hAnsi="Arial" w:cs="Arial"/>
          <w:bCs/>
          <w:caps/>
          <w:szCs w:val="24"/>
        </w:rPr>
      </w:pPr>
      <w:r w:rsidRPr="00BC295C">
        <w:rPr>
          <w:rFonts w:ascii="Arial" w:hAnsi="Arial" w:cs="Arial"/>
          <w:bCs/>
          <w:caps/>
          <w:szCs w:val="24"/>
        </w:rPr>
        <w:t>SENHORES VEREADORES E TODOS AQUELES QUE NOS ASSISTEM, A PARTIR DESTE MOMENTO, NOS TERMOS Decreto Legislativo nº 316/2011, PASSAREMOS À SOLENIDADE de homenagem AOS DOADORES DE SANGUE DE JACAREÍ.</w:t>
      </w:r>
    </w:p>
    <w:p w14:paraId="04EFE5F9" w14:textId="77777777" w:rsidR="00BC295C" w:rsidRPr="00BC295C" w:rsidRDefault="00BC295C" w:rsidP="00BC295C">
      <w:pPr>
        <w:spacing w:line="312" w:lineRule="auto"/>
        <w:ind w:left="851"/>
        <w:jc w:val="both"/>
        <w:rPr>
          <w:rFonts w:ascii="Arial" w:hAnsi="Arial" w:cs="Arial"/>
          <w:bCs/>
          <w:caps/>
          <w:szCs w:val="24"/>
        </w:rPr>
      </w:pPr>
      <w:r w:rsidRPr="00BC295C">
        <w:rPr>
          <w:rFonts w:ascii="Arial" w:hAnsi="Arial" w:cs="Arial"/>
          <w:bCs/>
          <w:caps/>
          <w:szCs w:val="24"/>
        </w:rPr>
        <w:t>ASSIM, peço ao cerimonial da casa que desempenhe o protocolo.</w:t>
      </w:r>
    </w:p>
    <w:p w14:paraId="02563935" w14:textId="020C56B2" w:rsidR="00BC295C" w:rsidRPr="00BC295C" w:rsidRDefault="00BC295C" w:rsidP="00BC295C">
      <w:pPr>
        <w:pStyle w:val="PargrafodaLista"/>
        <w:numPr>
          <w:ilvl w:val="0"/>
          <w:numId w:val="4"/>
        </w:numPr>
        <w:spacing w:before="240" w:line="312" w:lineRule="auto"/>
        <w:ind w:left="851" w:hanging="851"/>
        <w:contextualSpacing w:val="0"/>
        <w:jc w:val="both"/>
        <w:rPr>
          <w:rFonts w:ascii="Arial" w:hAnsi="Arial" w:cs="Arial"/>
          <w:bCs/>
          <w:caps/>
          <w:szCs w:val="24"/>
        </w:rPr>
      </w:pPr>
      <w:r w:rsidRPr="00BC295C">
        <w:rPr>
          <w:rFonts w:ascii="Arial" w:hAnsi="Arial" w:cs="Arial"/>
          <w:bCs/>
          <w:color w:val="FF0000"/>
          <w:szCs w:val="24"/>
          <w:highlight w:val="green"/>
        </w:rPr>
        <w:t>Cerimonial</w:t>
      </w:r>
      <w:r>
        <w:rPr>
          <w:rFonts w:ascii="Arial" w:hAnsi="Arial" w:cs="Arial"/>
          <w:bCs/>
          <w:color w:val="FF0000"/>
          <w:szCs w:val="24"/>
        </w:rPr>
        <w:t>.</w:t>
      </w:r>
    </w:p>
    <w:p w14:paraId="40DD6A9F" w14:textId="083BF4A1" w:rsidR="00BC295C" w:rsidRPr="00BC295C" w:rsidRDefault="00BC295C" w:rsidP="00BC295C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C295C">
        <w:rPr>
          <w:rFonts w:ascii="Arial" w:hAnsi="Arial" w:cs="Arial"/>
          <w:b/>
          <w:color w:val="76923C" w:themeColor="accent3" w:themeShade="BF"/>
          <w:szCs w:val="24"/>
        </w:rPr>
        <w:t xml:space="preserve">Finalizando a solenidade, o </w:t>
      </w:r>
      <w:r w:rsidRPr="00BC295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C295C"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09503175" w14:textId="77777777" w:rsidR="00BC295C" w:rsidRPr="002747DA" w:rsidRDefault="00BC295C" w:rsidP="00BC295C">
      <w:pPr>
        <w:spacing w:line="312" w:lineRule="auto"/>
        <w:ind w:left="851"/>
        <w:jc w:val="both"/>
        <w:rPr>
          <w:rFonts w:ascii="Arial" w:hAnsi="Arial" w:cs="Arial"/>
          <w:b/>
          <w:caps/>
          <w:szCs w:val="24"/>
        </w:rPr>
      </w:pPr>
      <w:r w:rsidRPr="002747DA">
        <w:rPr>
          <w:rFonts w:ascii="Arial" w:hAnsi="Arial" w:cs="Arial"/>
          <w:b/>
          <w:caps/>
          <w:szCs w:val="24"/>
        </w:rPr>
        <w:t>...</w:t>
      </w:r>
    </w:p>
    <w:p w14:paraId="6486066E" w14:textId="77777777" w:rsidR="00BC295C" w:rsidRPr="00BC295C" w:rsidRDefault="00BC295C" w:rsidP="00BC295C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C295C">
        <w:rPr>
          <w:rFonts w:ascii="Arial" w:hAnsi="Arial" w:cs="Arial"/>
          <w:b/>
          <w:color w:val="76923C" w:themeColor="accent3" w:themeShade="BF"/>
          <w:szCs w:val="24"/>
        </w:rPr>
        <w:t xml:space="preserve">A </w:t>
      </w:r>
      <w:r w:rsidRPr="00BC295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C295C"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04B19B42" w14:textId="77777777" w:rsidR="00BC295C" w:rsidRPr="00BC295C" w:rsidRDefault="00BC295C" w:rsidP="00BC295C">
      <w:pPr>
        <w:spacing w:line="312" w:lineRule="auto"/>
        <w:ind w:left="851"/>
        <w:jc w:val="both"/>
        <w:rPr>
          <w:rFonts w:ascii="Arial" w:hAnsi="Arial" w:cs="Arial"/>
          <w:bCs/>
          <w:caps/>
          <w:szCs w:val="24"/>
        </w:rPr>
      </w:pPr>
      <w:r w:rsidRPr="00BC295C">
        <w:rPr>
          <w:rFonts w:ascii="Arial" w:hAnsi="Arial" w:cs="Arial"/>
          <w:bCs/>
          <w:caps/>
          <w:szCs w:val="24"/>
        </w:rPr>
        <w:t xml:space="preserve">SUSPENDO A SESSÃO POR 5 (CINCO) MINUTOS, PARA QUE POSSAMOS FAZER ALGUMAS FOTOS COM </w:t>
      </w:r>
      <w:proofErr w:type="gramStart"/>
      <w:r w:rsidRPr="00BC295C">
        <w:rPr>
          <w:rFonts w:ascii="Arial" w:hAnsi="Arial" w:cs="Arial"/>
          <w:bCs/>
          <w:caps/>
          <w:szCs w:val="24"/>
        </w:rPr>
        <w:t>OS(</w:t>
      </w:r>
      <w:proofErr w:type="gramEnd"/>
      <w:r w:rsidRPr="00BC295C">
        <w:rPr>
          <w:rFonts w:ascii="Arial" w:hAnsi="Arial" w:cs="Arial"/>
          <w:bCs/>
          <w:caps/>
          <w:szCs w:val="24"/>
        </w:rPr>
        <w:t>AS) HOMENAGEADOS(AS).</w:t>
      </w:r>
    </w:p>
    <w:p w14:paraId="0B15DDF3" w14:textId="77777777" w:rsidR="00BC295C" w:rsidRPr="008A543E" w:rsidRDefault="00BC295C" w:rsidP="00323490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6BC971B" w14:textId="77777777" w:rsidR="002F0529" w:rsidRPr="00BF05EC" w:rsidRDefault="00472765" w:rsidP="00967B7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B1188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anuncia a Fase do Expediente:</w:t>
      </w:r>
    </w:p>
    <w:p w14:paraId="1BFDD209" w14:textId="77777777" w:rsidR="002F0529" w:rsidRPr="008A543E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PASSAREMOS</w:t>
      </w:r>
      <w:r w:rsidR="00125123" w:rsidRPr="008A543E">
        <w:rPr>
          <w:rFonts w:ascii="Arial" w:hAnsi="Arial" w:cs="Arial"/>
          <w:szCs w:val="24"/>
        </w:rPr>
        <w:t xml:space="preserve"> </w:t>
      </w:r>
      <w:r w:rsidR="002F0529" w:rsidRPr="008A543E">
        <w:rPr>
          <w:rFonts w:ascii="Arial" w:hAnsi="Arial" w:cs="Arial"/>
          <w:szCs w:val="24"/>
        </w:rPr>
        <w:t>À</w:t>
      </w:r>
      <w:proofErr w:type="gramEnd"/>
      <w:r w:rsidR="002F0529" w:rsidRPr="008A543E">
        <w:rPr>
          <w:rFonts w:ascii="Arial" w:hAnsi="Arial" w:cs="Arial"/>
          <w:szCs w:val="24"/>
        </w:rPr>
        <w:t xml:space="preserve"> FASE DA SESSÃO ORDINÁRIA</w:t>
      </w:r>
      <w:r w:rsidR="00814A39" w:rsidRPr="008A543E">
        <w:rPr>
          <w:rFonts w:ascii="Arial" w:hAnsi="Arial" w:cs="Arial"/>
          <w:szCs w:val="24"/>
        </w:rPr>
        <w:t xml:space="preserve"> EM QUE</w:t>
      </w:r>
      <w:r w:rsidR="002F0529" w:rsidRPr="008A543E">
        <w:rPr>
          <w:rFonts w:ascii="Arial" w:hAnsi="Arial" w:cs="Arial"/>
          <w:szCs w:val="24"/>
        </w:rPr>
        <w:t xml:space="preserve"> SERÃO LIDOS E VOTADOS, CONFORME DISCIPLINADO, OS EXPEDIENTES DOS VEREADORES.</w:t>
      </w:r>
    </w:p>
    <w:p w14:paraId="736F53F8" w14:textId="400C0516" w:rsidR="00FA7033" w:rsidRPr="008A543E" w:rsidRDefault="00FA68BE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 xml:space="preserve">ANTES, </w:t>
      </w:r>
      <w:r w:rsidRPr="008A543E">
        <w:rPr>
          <w:rFonts w:ascii="Arial" w:hAnsi="Arial" w:cs="Arial"/>
          <w:caps/>
          <w:szCs w:val="24"/>
        </w:rPr>
        <w:t>PORÉM</w:t>
      </w:r>
      <w:r w:rsidRPr="008A543E">
        <w:rPr>
          <w:rFonts w:ascii="Arial" w:hAnsi="Arial" w:cs="Arial"/>
          <w:szCs w:val="24"/>
        </w:rPr>
        <w:t xml:space="preserve">, </w:t>
      </w:r>
      <w:r w:rsidR="007F1836" w:rsidRPr="008A543E">
        <w:rPr>
          <w:rFonts w:ascii="Arial" w:hAnsi="Arial" w:cs="Arial"/>
          <w:szCs w:val="24"/>
        </w:rPr>
        <w:t xml:space="preserve">INFORMO QUE PARA A PRESENTE SESSÃO FORAM </w:t>
      </w:r>
      <w:r w:rsidR="007F1836" w:rsidRPr="008A543E">
        <w:rPr>
          <w:rFonts w:ascii="Arial" w:hAnsi="Arial" w:cs="Arial"/>
          <w:caps/>
          <w:szCs w:val="24"/>
        </w:rPr>
        <w:t>PROTOCOLADOS</w:t>
      </w:r>
      <w:r w:rsidR="007F1836" w:rsidRPr="008A543E">
        <w:rPr>
          <w:rFonts w:ascii="Arial" w:hAnsi="Arial" w:cs="Arial"/>
          <w:szCs w:val="24"/>
        </w:rPr>
        <w:t xml:space="preserve"> </w:t>
      </w:r>
      <w:r w:rsidR="001825AC">
        <w:rPr>
          <w:rFonts w:ascii="Arial" w:hAnsi="Arial" w:cs="Arial"/>
          <w:szCs w:val="24"/>
          <w:u w:val="single"/>
        </w:rPr>
        <w:t>98</w:t>
      </w:r>
      <w:r w:rsidR="007F1836" w:rsidRPr="008A543E">
        <w:rPr>
          <w:rFonts w:ascii="Arial" w:hAnsi="Arial" w:cs="Arial"/>
          <w:szCs w:val="24"/>
        </w:rPr>
        <w:t xml:space="preserve"> TRABALHOS</w:t>
      </w:r>
      <w:r w:rsidR="00C94099" w:rsidRPr="008A543E">
        <w:rPr>
          <w:rFonts w:ascii="Arial" w:hAnsi="Arial" w:cs="Arial"/>
          <w:szCs w:val="24"/>
        </w:rPr>
        <w:t>, SENDO</w:t>
      </w:r>
      <w:r w:rsidR="007F1836" w:rsidRPr="008A543E">
        <w:rPr>
          <w:rFonts w:ascii="Arial" w:hAnsi="Arial" w:cs="Arial"/>
          <w:szCs w:val="24"/>
        </w:rPr>
        <w:t>:</w:t>
      </w:r>
    </w:p>
    <w:p w14:paraId="10F553D9" w14:textId="372DD7A2" w:rsidR="007F1836" w:rsidRPr="008A543E" w:rsidRDefault="00C5531B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1825AC">
        <w:rPr>
          <w:rFonts w:ascii="Arial" w:hAnsi="Arial" w:cs="Arial"/>
          <w:szCs w:val="24"/>
        </w:rPr>
        <w:t>6</w:t>
      </w:r>
      <w:r w:rsidR="007F1836" w:rsidRPr="008A543E">
        <w:rPr>
          <w:rFonts w:ascii="Arial" w:hAnsi="Arial" w:cs="Arial"/>
          <w:szCs w:val="24"/>
        </w:rPr>
        <w:tab/>
      </w:r>
      <w:r w:rsidR="007F1836" w:rsidRPr="008A543E">
        <w:rPr>
          <w:rFonts w:ascii="Arial" w:hAnsi="Arial" w:cs="Arial"/>
          <w:caps/>
          <w:szCs w:val="24"/>
        </w:rPr>
        <w:t>INDICAÇÕES</w:t>
      </w:r>
    </w:p>
    <w:p w14:paraId="2E9E5DF6" w14:textId="0C8D38F4" w:rsidR="007F1836" w:rsidRPr="008A543E" w:rsidRDefault="001825AC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C5531B">
        <w:rPr>
          <w:rFonts w:ascii="Arial" w:hAnsi="Arial" w:cs="Arial"/>
          <w:szCs w:val="24"/>
        </w:rPr>
        <w:t>0</w:t>
      </w:r>
      <w:r w:rsidR="00323490">
        <w:rPr>
          <w:rFonts w:ascii="Arial" w:hAnsi="Arial" w:cs="Arial"/>
          <w:szCs w:val="24"/>
        </w:rPr>
        <w:tab/>
      </w:r>
      <w:r w:rsidR="007F1836" w:rsidRPr="008A543E">
        <w:rPr>
          <w:rFonts w:ascii="Arial" w:hAnsi="Arial" w:cs="Arial"/>
          <w:szCs w:val="24"/>
        </w:rPr>
        <w:t>MOÇÕES</w:t>
      </w:r>
    </w:p>
    <w:p w14:paraId="0C876DB4" w14:textId="74FB3013" w:rsidR="00146C11" w:rsidRPr="008A543E" w:rsidRDefault="001825AC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09</w:t>
      </w:r>
      <w:r w:rsidR="00146C11" w:rsidRPr="008A543E">
        <w:rPr>
          <w:rFonts w:ascii="Arial" w:hAnsi="Arial" w:cs="Arial"/>
          <w:szCs w:val="24"/>
        </w:rPr>
        <w:tab/>
        <w:t>REQUERIMENTOS</w:t>
      </w:r>
    </w:p>
    <w:p w14:paraId="428842DF" w14:textId="61B21098" w:rsidR="006145DD" w:rsidRDefault="00C5531B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</w:t>
      </w:r>
      <w:r w:rsidR="001825AC">
        <w:rPr>
          <w:rFonts w:ascii="Arial" w:hAnsi="Arial" w:cs="Arial"/>
          <w:szCs w:val="24"/>
        </w:rPr>
        <w:t>3</w:t>
      </w:r>
      <w:r w:rsidR="007F1836" w:rsidRPr="008A543E">
        <w:rPr>
          <w:rFonts w:ascii="Arial" w:hAnsi="Arial" w:cs="Arial"/>
          <w:szCs w:val="24"/>
        </w:rPr>
        <w:tab/>
        <w:t>PEDIDOS DE INFORMAÇÕES</w:t>
      </w:r>
    </w:p>
    <w:p w14:paraId="007A2C7F" w14:textId="77777777" w:rsidR="0061668D" w:rsidRPr="00BF05EC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leitura das </w:t>
      </w:r>
      <w:r w:rsidR="00D0535F" w:rsidRPr="00BF05EC">
        <w:rPr>
          <w:rFonts w:ascii="Arial" w:hAnsi="Arial" w:cs="Arial"/>
          <w:b/>
          <w:color w:val="76923C" w:themeColor="accent3" w:themeShade="BF"/>
          <w:szCs w:val="24"/>
          <w:u w:val="single"/>
        </w:rPr>
        <w:t>MOÇÕES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A09C28D" w14:textId="77777777" w:rsidR="002F0529" w:rsidRPr="00940241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 xml:space="preserve">AGORA, </w:t>
      </w:r>
      <w:r w:rsidRPr="00940241">
        <w:rPr>
          <w:rFonts w:ascii="Arial" w:hAnsi="Arial" w:cs="Arial"/>
          <w:caps/>
          <w:szCs w:val="24"/>
        </w:rPr>
        <w:t>ENTÃO</w:t>
      </w:r>
      <w:r w:rsidRPr="00940241">
        <w:rPr>
          <w:rFonts w:ascii="Arial" w:hAnsi="Arial" w:cs="Arial"/>
          <w:szCs w:val="24"/>
        </w:rPr>
        <w:t xml:space="preserve">, </w:t>
      </w:r>
      <w:r w:rsidR="00642CB4" w:rsidRPr="00940241">
        <w:rPr>
          <w:rFonts w:ascii="Arial" w:hAnsi="Arial" w:cs="Arial"/>
          <w:szCs w:val="24"/>
        </w:rPr>
        <w:t>SOLICITO AO</w:t>
      </w:r>
      <w:r w:rsidR="00014BD1" w:rsidRPr="00940241">
        <w:rPr>
          <w:rFonts w:ascii="Arial" w:hAnsi="Arial" w:cs="Arial"/>
          <w:szCs w:val="24"/>
        </w:rPr>
        <w:t xml:space="preserve"> 1º</w:t>
      </w:r>
      <w:r w:rsidR="00642CB4" w:rsidRPr="00940241">
        <w:rPr>
          <w:rFonts w:ascii="Arial" w:hAnsi="Arial" w:cs="Arial"/>
          <w:szCs w:val="24"/>
        </w:rPr>
        <w:t xml:space="preserve"> </w:t>
      </w:r>
      <w:r w:rsidR="00574659" w:rsidRPr="00940241">
        <w:rPr>
          <w:rFonts w:ascii="Arial" w:hAnsi="Arial" w:cs="Arial"/>
          <w:szCs w:val="24"/>
        </w:rPr>
        <w:t>SECRETÁRIO</w:t>
      </w:r>
      <w:r w:rsidR="00642CB4" w:rsidRPr="00940241">
        <w:rPr>
          <w:rFonts w:ascii="Arial" w:hAnsi="Arial" w:cs="Arial"/>
          <w:szCs w:val="24"/>
        </w:rPr>
        <w:t xml:space="preserve"> </w:t>
      </w:r>
      <w:r w:rsidR="003E574C" w:rsidRPr="00940241">
        <w:rPr>
          <w:rFonts w:ascii="Arial" w:hAnsi="Arial" w:cs="Arial"/>
          <w:szCs w:val="24"/>
        </w:rPr>
        <w:t xml:space="preserve">QUE FAÇA </w:t>
      </w:r>
      <w:r w:rsidR="00C602BC" w:rsidRPr="00940241">
        <w:rPr>
          <w:rFonts w:ascii="Arial" w:hAnsi="Arial" w:cs="Arial"/>
          <w:szCs w:val="24"/>
        </w:rPr>
        <w:t xml:space="preserve">A LEITURA </w:t>
      </w:r>
      <w:r w:rsidR="00212E98" w:rsidRPr="00940241">
        <w:rPr>
          <w:rFonts w:ascii="Arial" w:hAnsi="Arial" w:cs="Arial"/>
          <w:szCs w:val="24"/>
        </w:rPr>
        <w:t>DAS</w:t>
      </w:r>
      <w:r w:rsidR="00212E98" w:rsidRPr="00940241">
        <w:rPr>
          <w:rFonts w:ascii="Arial" w:hAnsi="Arial" w:cs="Arial"/>
          <w:szCs w:val="24"/>
          <w:lang w:eastAsia="ko-KR"/>
        </w:rPr>
        <w:t xml:space="preserve"> </w:t>
      </w:r>
      <w:r w:rsidR="00212E98" w:rsidRPr="00940241">
        <w:rPr>
          <w:rFonts w:ascii="Arial" w:hAnsi="Arial" w:cs="Arial"/>
          <w:caps/>
          <w:szCs w:val="24"/>
        </w:rPr>
        <w:t>SÍNTESES</w:t>
      </w:r>
      <w:r w:rsidR="00C602BC" w:rsidRPr="00940241">
        <w:rPr>
          <w:rFonts w:ascii="Arial" w:hAnsi="Arial" w:cs="Arial"/>
          <w:szCs w:val="24"/>
          <w:lang w:eastAsia="ko-KR"/>
        </w:rPr>
        <w:t xml:space="preserve"> DAS </w:t>
      </w:r>
      <w:r w:rsidR="002F0529" w:rsidRPr="00940241">
        <w:rPr>
          <w:rFonts w:ascii="Arial" w:hAnsi="Arial" w:cs="Arial"/>
          <w:b/>
          <w:szCs w:val="24"/>
          <w:u w:val="single"/>
        </w:rPr>
        <w:t>MOÇÕES</w:t>
      </w:r>
      <w:r w:rsidR="00706EA5" w:rsidRPr="00940241">
        <w:rPr>
          <w:rFonts w:ascii="Arial" w:hAnsi="Arial" w:cs="Arial"/>
          <w:szCs w:val="24"/>
          <w:lang w:eastAsia="ko-KR"/>
        </w:rPr>
        <w:t xml:space="preserve"> </w:t>
      </w:r>
      <w:r w:rsidR="00F90A5C" w:rsidRPr="00940241">
        <w:rPr>
          <w:rFonts w:ascii="Arial" w:hAnsi="Arial" w:cs="Arial"/>
          <w:szCs w:val="24"/>
          <w:lang w:eastAsia="ko-KR"/>
        </w:rPr>
        <w:t>PROTOCOLADAS PARA ESTA</w:t>
      </w:r>
      <w:r w:rsidR="00706EA5" w:rsidRPr="00940241">
        <w:rPr>
          <w:rFonts w:ascii="Arial" w:hAnsi="Arial" w:cs="Arial"/>
          <w:szCs w:val="24"/>
          <w:lang w:eastAsia="ko-KR"/>
        </w:rPr>
        <w:t xml:space="preserve"> SESSÃO</w:t>
      </w:r>
      <w:r w:rsidR="005D1FF6" w:rsidRPr="00940241">
        <w:rPr>
          <w:rFonts w:ascii="Arial" w:hAnsi="Arial" w:cs="Arial"/>
          <w:szCs w:val="24"/>
          <w:lang w:eastAsia="ko-KR"/>
        </w:rPr>
        <w:t>.</w:t>
      </w:r>
    </w:p>
    <w:p w14:paraId="137980D4" w14:textId="77777777" w:rsidR="00F64DD4" w:rsidRPr="003058CD" w:rsidRDefault="00F64DD4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3058CD">
        <w:rPr>
          <w:rFonts w:ascii="Arial" w:hAnsi="Arial" w:cs="Arial"/>
          <w:szCs w:val="24"/>
          <w:highlight w:val="yellow"/>
        </w:rPr>
        <w:t xml:space="preserve">O </w:t>
      </w:r>
      <w:r w:rsidRPr="00DA67AF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</w:rPr>
        <w:t xml:space="preserve"> </w:t>
      </w:r>
      <w:r w:rsidR="00350ACA" w:rsidRPr="003058CD">
        <w:rPr>
          <w:rFonts w:ascii="Arial" w:hAnsi="Arial" w:cs="Arial"/>
          <w:szCs w:val="24"/>
          <w:highlight w:val="yellow"/>
        </w:rPr>
        <w:t xml:space="preserve">lê o </w:t>
      </w:r>
      <w:r w:rsidR="009C68A3" w:rsidRPr="003058CD">
        <w:rPr>
          <w:rFonts w:ascii="Arial" w:hAnsi="Arial" w:cs="Arial"/>
          <w:szCs w:val="24"/>
          <w:highlight w:val="yellow"/>
        </w:rPr>
        <w:t>Relatório</w:t>
      </w:r>
      <w:r w:rsidR="00350ACA" w:rsidRPr="003058CD">
        <w:rPr>
          <w:rFonts w:ascii="Arial" w:hAnsi="Arial" w:cs="Arial"/>
          <w:szCs w:val="24"/>
          <w:highlight w:val="yellow"/>
        </w:rPr>
        <w:t xml:space="preserve"> de Moções</w:t>
      </w:r>
      <w:r w:rsidRPr="003058CD">
        <w:rPr>
          <w:rFonts w:ascii="Arial" w:hAnsi="Arial" w:cs="Arial"/>
          <w:szCs w:val="24"/>
          <w:highlight w:val="yellow"/>
        </w:rPr>
        <w:t>.</w:t>
      </w:r>
    </w:p>
    <w:p w14:paraId="37500FA5" w14:textId="77777777" w:rsidR="00F64DD4" w:rsidRPr="005C6EA6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Em caso de solicitação de leitura na íntegra, o </w:t>
      </w:r>
      <w:r w:rsidR="00C9225D" w:rsidRPr="005C6EA6">
        <w:rPr>
          <w:rFonts w:ascii="Arial" w:hAnsi="Arial" w:cs="Arial"/>
          <w:szCs w:val="24"/>
          <w:highlight w:val="yellow"/>
          <w:lang w:eastAsia="ko-KR"/>
        </w:rPr>
        <w:t>1º SECRETÁRIO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faz a leitura da Moção solicitada e prossegue no </w:t>
      </w:r>
      <w:r w:rsidR="009C68A3" w:rsidRPr="005C6EA6">
        <w:rPr>
          <w:rFonts w:ascii="Arial" w:hAnsi="Arial" w:cs="Arial"/>
          <w:szCs w:val="24"/>
          <w:highlight w:val="yellow"/>
          <w:lang w:eastAsia="ko-KR"/>
        </w:rPr>
        <w:t>Relatório</w:t>
      </w:r>
      <w:r w:rsidRPr="005C6EA6">
        <w:rPr>
          <w:rFonts w:ascii="Arial" w:hAnsi="Arial" w:cs="Arial"/>
          <w:szCs w:val="24"/>
          <w:highlight w:val="yellow"/>
          <w:lang w:eastAsia="ko-KR"/>
        </w:rPr>
        <w:t>.</w:t>
      </w:r>
    </w:p>
    <w:p w14:paraId="1575037D" w14:textId="77777777" w:rsidR="00683A23" w:rsidRPr="005C6EA6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Quando </w:t>
      </w:r>
      <w:r w:rsidRPr="005C6EA6">
        <w:rPr>
          <w:rFonts w:ascii="Arial" w:hAnsi="Arial" w:cs="Arial"/>
          <w:szCs w:val="24"/>
          <w:highlight w:val="yellow"/>
        </w:rPr>
        <w:t>acabarem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as Moções, o </w:t>
      </w:r>
      <w:r w:rsidR="00C9225D" w:rsidRPr="00DA67AF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di</w:t>
      </w:r>
      <w:r w:rsidR="00530880" w:rsidRPr="005C6EA6">
        <w:rPr>
          <w:rFonts w:ascii="Arial" w:hAnsi="Arial" w:cs="Arial"/>
          <w:szCs w:val="24"/>
          <w:highlight w:val="yellow"/>
          <w:lang w:eastAsia="ko-KR"/>
        </w:rPr>
        <w:t>z</w:t>
      </w:r>
      <w:r w:rsidRPr="005C6EA6">
        <w:rPr>
          <w:rFonts w:ascii="Arial" w:hAnsi="Arial" w:cs="Arial"/>
          <w:szCs w:val="24"/>
          <w:highlight w:val="yellow"/>
          <w:lang w:eastAsia="ko-KR"/>
        </w:rPr>
        <w:t>:</w:t>
      </w:r>
    </w:p>
    <w:p w14:paraId="45137E05" w14:textId="77777777" w:rsidR="0005584B" w:rsidRPr="00940241" w:rsidRDefault="00FD548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  <w:lang w:eastAsia="ko-KR"/>
        </w:rPr>
        <w:t xml:space="preserve"> MOÇÕES, </w:t>
      </w:r>
      <w:r w:rsidR="002033DA" w:rsidRPr="00940241">
        <w:rPr>
          <w:rFonts w:ascii="Arial" w:hAnsi="Arial" w:cs="Arial"/>
          <w:szCs w:val="24"/>
          <w:lang w:eastAsia="ko-KR"/>
        </w:rPr>
        <w:t>PRESIDENTE</w:t>
      </w:r>
      <w:r w:rsidRPr="00940241">
        <w:rPr>
          <w:rFonts w:ascii="Arial" w:hAnsi="Arial" w:cs="Arial"/>
          <w:szCs w:val="24"/>
          <w:lang w:eastAsia="ko-KR"/>
        </w:rPr>
        <w:t>!</w:t>
      </w:r>
      <w:r w:rsidR="0005584B" w:rsidRPr="00940241">
        <w:rPr>
          <w:rFonts w:ascii="Arial" w:hAnsi="Arial" w:cs="Arial"/>
          <w:szCs w:val="24"/>
          <w:lang w:eastAsia="ko-KR"/>
        </w:rPr>
        <w:br w:type="page"/>
      </w:r>
    </w:p>
    <w:p w14:paraId="17D654B8" w14:textId="77777777" w:rsidR="0061668D" w:rsidRPr="00BF05EC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</w:t>
      </w:r>
      <w:r w:rsidR="00506067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a 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leitura dos </w:t>
      </w:r>
      <w:r w:rsidR="00C35E91" w:rsidRPr="00BF05EC">
        <w:rPr>
          <w:rFonts w:ascii="Arial" w:hAnsi="Arial" w:cs="Arial"/>
          <w:b/>
          <w:color w:val="76923C" w:themeColor="accent3" w:themeShade="BF"/>
          <w:szCs w:val="24"/>
          <w:u w:val="single"/>
        </w:rPr>
        <w:t>REQUERIMENTOS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47CD496" w14:textId="77777777" w:rsidR="00706EA5" w:rsidRPr="00940241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211A24" w:rsidRPr="00940241">
        <w:rPr>
          <w:rFonts w:ascii="Arial" w:hAnsi="Arial" w:cs="Arial"/>
          <w:szCs w:val="24"/>
          <w:lang w:eastAsia="ko-KR"/>
        </w:rPr>
        <w:t>À</w:t>
      </w:r>
      <w:proofErr w:type="gramEnd"/>
      <w:r w:rsidR="00014BD1" w:rsidRPr="00940241">
        <w:rPr>
          <w:rFonts w:ascii="Arial" w:hAnsi="Arial" w:cs="Arial"/>
          <w:szCs w:val="24"/>
          <w:lang w:eastAsia="ko-KR"/>
        </w:rPr>
        <w:t xml:space="preserve"> 2ª</w:t>
      </w:r>
      <w:r w:rsidR="00211A24" w:rsidRPr="00940241">
        <w:rPr>
          <w:rFonts w:ascii="Arial" w:hAnsi="Arial" w:cs="Arial"/>
          <w:szCs w:val="24"/>
          <w:lang w:eastAsia="ko-KR"/>
        </w:rPr>
        <w:t xml:space="preserve"> </w:t>
      </w:r>
      <w:r w:rsidR="00574659" w:rsidRPr="00940241">
        <w:rPr>
          <w:rFonts w:ascii="Arial" w:hAnsi="Arial" w:cs="Arial"/>
          <w:caps/>
          <w:szCs w:val="24"/>
        </w:rPr>
        <w:t>SECRETÁRI</w:t>
      </w:r>
      <w:r w:rsidR="00211A24" w:rsidRPr="00940241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3E574C" w:rsidRPr="00940241">
        <w:rPr>
          <w:rFonts w:ascii="Arial" w:hAnsi="Arial" w:cs="Arial"/>
          <w:szCs w:val="24"/>
          <w:lang w:eastAsia="ko-KR"/>
        </w:rPr>
        <w:t xml:space="preserve">QUE FAÇA </w:t>
      </w:r>
      <w:r w:rsidR="00C602BC" w:rsidRPr="00940241">
        <w:rPr>
          <w:rFonts w:ascii="Arial" w:hAnsi="Arial" w:cs="Arial"/>
          <w:szCs w:val="24"/>
          <w:lang w:eastAsia="ko-KR"/>
        </w:rPr>
        <w:t xml:space="preserve">A LEITURA </w:t>
      </w:r>
      <w:r w:rsidR="00212E98" w:rsidRPr="00940241">
        <w:rPr>
          <w:rFonts w:ascii="Arial" w:hAnsi="Arial" w:cs="Arial"/>
          <w:szCs w:val="24"/>
          <w:lang w:eastAsia="ko-KR"/>
        </w:rPr>
        <w:t>DAS SÍNTESES</w:t>
      </w:r>
      <w:r w:rsidR="00C602BC" w:rsidRPr="00940241">
        <w:rPr>
          <w:rFonts w:ascii="Arial" w:hAnsi="Arial" w:cs="Arial"/>
          <w:szCs w:val="24"/>
          <w:lang w:eastAsia="ko-KR"/>
        </w:rPr>
        <w:t xml:space="preserve"> D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REQUERIMENTOS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F90A5C" w:rsidRPr="00940241">
        <w:rPr>
          <w:rFonts w:ascii="Arial" w:hAnsi="Arial" w:cs="Arial"/>
          <w:szCs w:val="24"/>
        </w:rPr>
        <w:t>PROTOCOLADOS</w:t>
      </w:r>
      <w:r w:rsidR="00F90A5C" w:rsidRPr="00940241">
        <w:rPr>
          <w:rFonts w:ascii="Arial" w:hAnsi="Arial" w:cs="Arial"/>
          <w:szCs w:val="24"/>
          <w:lang w:eastAsia="ko-KR"/>
        </w:rPr>
        <w:t xml:space="preserve"> PARA ESTA</w:t>
      </w:r>
      <w:r w:rsidRPr="00940241">
        <w:rPr>
          <w:rFonts w:ascii="Arial" w:hAnsi="Arial" w:cs="Arial"/>
          <w:szCs w:val="24"/>
          <w:lang w:eastAsia="ko-KR"/>
        </w:rPr>
        <w:t xml:space="preserve"> SESSÃO</w:t>
      </w:r>
      <w:r w:rsidR="005D1FF6" w:rsidRPr="00940241">
        <w:rPr>
          <w:rFonts w:ascii="Arial" w:hAnsi="Arial" w:cs="Arial"/>
          <w:szCs w:val="24"/>
          <w:lang w:eastAsia="ko-KR"/>
        </w:rPr>
        <w:t>.</w:t>
      </w:r>
    </w:p>
    <w:p w14:paraId="13F44BBF" w14:textId="77777777" w:rsidR="00E63DFA" w:rsidRPr="00940241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olor w:val="FF0000"/>
          <w:szCs w:val="24"/>
          <w:lang w:eastAsia="ko-KR"/>
        </w:rPr>
        <w:t>Caso não haja solicitaç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>ão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de leitura na íntegra ou votação, a </w:t>
      </w:r>
      <w:r w:rsidR="00E62DB4"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D54A06" w:rsidRPr="00940241">
        <w:rPr>
          <w:rFonts w:ascii="Arial" w:hAnsi="Arial" w:cs="Arial"/>
          <w:color w:val="FF0000"/>
          <w:szCs w:val="24"/>
          <w:lang w:eastAsia="ko-KR"/>
        </w:rPr>
        <w:t xml:space="preserve">apenas 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9C68A3" w:rsidRPr="00940241">
        <w:rPr>
          <w:rFonts w:ascii="Arial" w:hAnsi="Arial" w:cs="Arial"/>
          <w:color w:val="FF0000"/>
          <w:szCs w:val="24"/>
          <w:lang w:eastAsia="ko-KR"/>
        </w:rPr>
        <w:t>Relatório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>. (Após</w:t>
      </w:r>
      <w:r w:rsidR="00DD1596" w:rsidRPr="00940241">
        <w:rPr>
          <w:rFonts w:ascii="Arial" w:hAnsi="Arial" w:cs="Arial"/>
          <w:color w:val="FF0000"/>
          <w:szCs w:val="24"/>
          <w:lang w:eastAsia="ko-KR"/>
        </w:rPr>
        <w:t>,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 xml:space="preserve"> seguir para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 xml:space="preserve">item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instrText xml:space="preserve"> REF _Ref526255634 \r \h </w:instrText>
      </w:r>
      <w:r w:rsidR="00092897" w:rsidRPr="00940241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5F6F2D">
        <w:rPr>
          <w:rFonts w:ascii="Arial" w:hAnsi="Arial" w:cs="Arial"/>
          <w:color w:val="FF0000"/>
          <w:szCs w:val="24"/>
          <w:lang w:eastAsia="ko-KR"/>
        </w:rPr>
        <w:t>12.6)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1E0A9C48" w14:textId="77777777" w:rsidR="00C35E91" w:rsidRPr="00BF05EC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>Solicitada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>na íntegra</w:t>
      </w:r>
      <w:r w:rsid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lê o </w:t>
      </w:r>
      <w:r w:rsidR="00BF05EC" w:rsidRPr="005C6EA6">
        <w:rPr>
          <w:rFonts w:ascii="Arial" w:hAnsi="Arial" w:cs="Arial"/>
          <w:color w:val="FF0000"/>
          <w:szCs w:val="24"/>
          <w:lang w:eastAsia="ko-KR"/>
        </w:rPr>
        <w:t>Requerimento e prossegue no Relatório</w:t>
      </w:r>
      <w:r w:rsidR="00BF05EC">
        <w:rPr>
          <w:rFonts w:ascii="Arial" w:hAnsi="Arial" w:cs="Arial"/>
          <w:color w:val="FF0000"/>
          <w:szCs w:val="24"/>
          <w:lang w:eastAsia="ko-KR"/>
        </w:rPr>
        <w:t>.</w:t>
      </w:r>
    </w:p>
    <w:p w14:paraId="181A2AFC" w14:textId="77777777" w:rsidR="00C35E91" w:rsidRPr="005C6EA6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="00C35E91"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="00BF05EC"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>diz:</w:t>
      </w:r>
    </w:p>
    <w:p w14:paraId="3EEFBB32" w14:textId="77777777" w:rsidR="00B11B06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0DED491B" w14:textId="77777777" w:rsidR="00C35E91" w:rsidRPr="005C6EA6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C35E91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 w:rsidR="00B11B06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Requerimento</w:t>
      </w:r>
      <w:r w:rsidR="00C35E91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</w:t>
      </w:r>
      <w:r w:rsidR="009C68A3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conforme item 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5F6F2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12.4)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31A3F6A" w14:textId="77777777" w:rsidR="00C35E91" w:rsidRPr="00907BC6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07BC6">
        <w:rPr>
          <w:rFonts w:ascii="Arial" w:hAnsi="Arial" w:cs="Arial"/>
          <w:color w:val="FF0000"/>
          <w:szCs w:val="24"/>
          <w:lang w:eastAsia="ko-KR"/>
        </w:rPr>
        <w:t>Solicitadas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BF05EC"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>:</w:t>
      </w:r>
    </w:p>
    <w:p w14:paraId="00FF9E9A" w14:textId="77777777" w:rsidR="00BF05EC" w:rsidRPr="00940241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bookmarkStart w:id="0" w:name="_Ref526255980"/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69742C4C" w14:textId="77777777" w:rsidR="00BF05EC" w:rsidRPr="005C6EA6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Requerimento em votação, conforme item 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5F6F2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12.4)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8D43BD9" w14:textId="77777777" w:rsidR="00C35E91" w:rsidRPr="00907BC6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935709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Não havendo justificativas</w:t>
      </w:r>
      <w:r w:rsidR="007C61A4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(1 minuto)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ou após elas, </w:t>
      </w:r>
      <w:r w:rsidR="00EF5EB1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0"/>
      <w:bookmarkEnd w:id="1"/>
    </w:p>
    <w:p w14:paraId="7108C9C6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793197E1" w14:textId="77777777" w:rsidR="00C35E91" w:rsidRPr="00940241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E9C82C1" w14:textId="77777777" w:rsidR="00C35E91" w:rsidRPr="00907BC6" w:rsidRDefault="00C35E91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526256135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</w:t>
      </w:r>
      <w:r w:rsidR="00EF5EB1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  <w:bookmarkEnd w:id="2"/>
    </w:p>
    <w:p w14:paraId="5551153B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 </w:t>
      </w:r>
      <w:r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szCs w:val="24"/>
        </w:rPr>
        <w:t xml:space="preserve"> FOI (APROVADO/REJEITADO).</w:t>
      </w:r>
    </w:p>
    <w:p w14:paraId="22A860A9" w14:textId="77777777" w:rsidR="00C35E91" w:rsidRPr="00940241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PRÓXIMO </w:t>
      </w:r>
      <w:r w:rsidR="006D7A14"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szCs w:val="24"/>
        </w:rPr>
        <w:t>!</w:t>
      </w:r>
    </w:p>
    <w:p w14:paraId="30910046" w14:textId="77777777" w:rsidR="00C35E91" w:rsidRPr="00940241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3" w:name="_Ref526255634"/>
      <w:r w:rsidRPr="00940241">
        <w:rPr>
          <w:rFonts w:ascii="Arial" w:hAnsi="Arial" w:cs="Arial"/>
          <w:color w:val="FF0000"/>
          <w:szCs w:val="24"/>
          <w:lang w:eastAsia="ko-KR"/>
        </w:rPr>
        <w:t xml:space="preserve">Quando acabarem os Requerimentos,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3"/>
    </w:p>
    <w:p w14:paraId="45C43ED8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  <w:lang w:eastAsia="ko-KR"/>
        </w:rPr>
        <w:t>REQUERIMENTOS</w:t>
      </w:r>
      <w:r w:rsidRPr="00940241">
        <w:rPr>
          <w:rFonts w:ascii="Arial" w:hAnsi="Arial" w:cs="Arial"/>
          <w:szCs w:val="24"/>
        </w:rPr>
        <w:t xml:space="preserve">, </w:t>
      </w:r>
      <w:r w:rsidR="002033DA" w:rsidRPr="00940241">
        <w:rPr>
          <w:rFonts w:ascii="Arial" w:hAnsi="Arial" w:cs="Arial"/>
          <w:szCs w:val="24"/>
        </w:rPr>
        <w:t>PRESIDENTE</w:t>
      </w:r>
      <w:r w:rsidRPr="00940241">
        <w:rPr>
          <w:rFonts w:ascii="Arial" w:hAnsi="Arial" w:cs="Arial"/>
          <w:szCs w:val="24"/>
        </w:rPr>
        <w:t>!</w:t>
      </w:r>
    </w:p>
    <w:p w14:paraId="14ABADE7" w14:textId="77777777" w:rsidR="00C35E91" w:rsidRPr="00BF05EC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Requerimentos, </w:t>
      </w:r>
      <w:r w:rsidR="00F668D4"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93B2AB2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OS </w:t>
      </w:r>
      <w:r w:rsidRPr="00940241">
        <w:rPr>
          <w:rFonts w:ascii="Arial" w:hAnsi="Arial" w:cs="Arial"/>
          <w:caps/>
          <w:szCs w:val="24"/>
        </w:rPr>
        <w:t>REQUERIMENTOS</w:t>
      </w:r>
      <w:r w:rsidRPr="00940241">
        <w:rPr>
          <w:rFonts w:ascii="Arial" w:hAnsi="Arial" w:cs="Arial"/>
          <w:szCs w:val="24"/>
        </w:rPr>
        <w:t xml:space="preserve"> FORAM APRECIADOS, NA FORMA REGIMENTAL.</w:t>
      </w:r>
    </w:p>
    <w:p w14:paraId="0DE1B5D9" w14:textId="77777777" w:rsidR="006B03AF" w:rsidRPr="00092897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4"/>
        </w:rPr>
      </w:pPr>
      <w:r w:rsidRPr="00092897">
        <w:rPr>
          <w:rFonts w:ascii="Arial" w:hAnsi="Arial" w:cs="Arial"/>
          <w:b/>
          <w:szCs w:val="24"/>
        </w:rPr>
        <w:br w:type="page"/>
      </w:r>
    </w:p>
    <w:p w14:paraId="270A0EBD" w14:textId="77777777" w:rsidR="003058CD" w:rsidRPr="00BF05EC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47E43862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2ª </w:t>
      </w:r>
      <w:r w:rsidRPr="00940241">
        <w:rPr>
          <w:rFonts w:ascii="Arial" w:hAnsi="Arial" w:cs="Arial"/>
          <w:caps/>
          <w:szCs w:val="24"/>
        </w:rPr>
        <w:t>SECRETÁRIA</w:t>
      </w:r>
      <w:r w:rsidRPr="00940241">
        <w:rPr>
          <w:rFonts w:ascii="Arial" w:hAnsi="Arial" w:cs="Arial"/>
          <w:szCs w:val="24"/>
          <w:lang w:eastAsia="ko-KR"/>
        </w:rPr>
        <w:t xml:space="preserve"> QUE FAÇA A LEITURA DAS SÍNTESES DOS </w:t>
      </w:r>
      <w:r w:rsidRPr="00940241">
        <w:rPr>
          <w:rFonts w:ascii="Arial" w:hAnsi="Arial" w:cs="Arial"/>
          <w:caps/>
          <w:szCs w:val="24"/>
        </w:rPr>
        <w:t>PEDIDOS DE INFORMAÇÕES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szCs w:val="24"/>
        </w:rPr>
        <w:t>PROTOCOLADOS</w:t>
      </w:r>
      <w:r w:rsidRPr="00940241">
        <w:rPr>
          <w:rFonts w:ascii="Arial" w:hAnsi="Arial" w:cs="Arial"/>
          <w:szCs w:val="24"/>
          <w:lang w:eastAsia="ko-KR"/>
        </w:rPr>
        <w:t xml:space="preserve"> PARA ESTA SESSÃO.</w:t>
      </w:r>
    </w:p>
    <w:p w14:paraId="1953EBA2" w14:textId="77777777" w:rsidR="003058CD" w:rsidRPr="00940241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olor w:val="FF0000"/>
          <w:szCs w:val="24"/>
          <w:lang w:eastAsia="ko-KR"/>
        </w:rPr>
        <w:t xml:space="preserve">Caso não haja solicitação de leitura na íntegra ou votação,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lê apenas o Relatório. (Após, seguir para item </w: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instrText xml:space="preserve"> REF _Ref877341 \r \h </w:instrText>
      </w:r>
      <w:r w:rsidR="00940241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5F6F2D">
        <w:rPr>
          <w:rFonts w:ascii="Arial" w:hAnsi="Arial" w:cs="Arial"/>
          <w:color w:val="FF0000"/>
          <w:szCs w:val="24"/>
          <w:lang w:eastAsia="ko-KR"/>
        </w:rPr>
        <w:t>13.6)</w: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43836C22" w14:textId="77777777" w:rsidR="003058CD" w:rsidRPr="00BF05EC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na íntegra</w:t>
      </w:r>
      <w:r>
        <w:rPr>
          <w:rFonts w:ascii="Arial" w:hAnsi="Arial" w:cs="Arial"/>
          <w:color w:val="FF0000"/>
          <w:szCs w:val="24"/>
          <w:lang w:eastAsia="ko-KR"/>
        </w:rPr>
        <w:t>,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 xml:space="preserve">lê o </w:t>
      </w:r>
      <w:r w:rsidR="00834646"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e prossegue no Relatório</w:t>
      </w:r>
      <w:r>
        <w:rPr>
          <w:rFonts w:ascii="Arial" w:hAnsi="Arial" w:cs="Arial"/>
          <w:color w:val="FF0000"/>
          <w:szCs w:val="24"/>
          <w:lang w:eastAsia="ko-KR"/>
        </w:rPr>
        <w:t>.</w:t>
      </w:r>
    </w:p>
    <w:p w14:paraId="23D83CBB" w14:textId="77777777" w:rsidR="003058CD" w:rsidRPr="005C6EA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BF05EC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5C6EA6">
        <w:rPr>
          <w:rFonts w:ascii="Arial" w:hAnsi="Arial" w:cs="Arial"/>
          <w:color w:val="FF0000"/>
          <w:szCs w:val="24"/>
          <w:lang w:eastAsia="ko-KR"/>
        </w:rPr>
        <w:t>diz:</w:t>
      </w:r>
    </w:p>
    <w:p w14:paraId="399E8662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11963D23" w14:textId="77777777" w:rsidR="003058CD" w:rsidRPr="005C6EA6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PI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votação, conforme item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5F6F2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13.4)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BB431E5" w14:textId="77777777" w:rsidR="003058CD" w:rsidRPr="00907BC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07BC6">
        <w:rPr>
          <w:rFonts w:ascii="Arial" w:hAnsi="Arial" w:cs="Arial"/>
          <w:color w:val="FF0000"/>
          <w:szCs w:val="24"/>
          <w:lang w:eastAsia="ko-KR"/>
        </w:rPr>
        <w:t xml:space="preserve">Solicitadas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>
        <w:rPr>
          <w:rFonts w:ascii="Arial" w:hAnsi="Arial" w:cs="Arial"/>
          <w:color w:val="FF0000"/>
          <w:szCs w:val="24"/>
          <w:lang w:eastAsia="ko-KR"/>
        </w:rPr>
        <w:t>,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>
        <w:rPr>
          <w:rFonts w:ascii="Arial" w:hAnsi="Arial" w:cs="Arial"/>
          <w:color w:val="FF0000"/>
          <w:szCs w:val="24"/>
          <w:lang w:eastAsia="ko-KR"/>
        </w:rPr>
        <w:t xml:space="preserve">lê </w:t>
      </w:r>
      <w:r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Pr="00907BC6">
        <w:rPr>
          <w:rFonts w:ascii="Arial" w:hAnsi="Arial" w:cs="Arial"/>
          <w:color w:val="FF0000"/>
          <w:szCs w:val="24"/>
          <w:lang w:eastAsia="ko-KR"/>
        </w:rPr>
        <w:t>:</w:t>
      </w:r>
    </w:p>
    <w:p w14:paraId="5AEAF149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02376839" w14:textId="77777777" w:rsidR="003058CD" w:rsidRPr="005C6EA6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PI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votação, conforme item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5F6F2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13.4)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2A5F8FF" w14:textId="77777777" w:rsidR="003058CD" w:rsidRPr="00907BC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877417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Não havendo justificativas (1 minuto), ou após elas, o </w:t>
      </w:r>
      <w:r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44E2182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54686506" w14:textId="77777777" w:rsidR="003058CD" w:rsidRPr="00940241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43F86721" w14:textId="77777777" w:rsidR="003058CD" w:rsidRPr="00907BC6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o </w:t>
      </w:r>
      <w:r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</w:p>
    <w:p w14:paraId="2B992F90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 xml:space="preserve"> FOI (APROVADO/REJEITADO).</w:t>
      </w:r>
    </w:p>
    <w:p w14:paraId="2EC2613C" w14:textId="77777777" w:rsidR="003058CD" w:rsidRPr="00940241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PRÓXIMO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>!</w:t>
      </w:r>
    </w:p>
    <w:p w14:paraId="7218FDEE" w14:textId="77777777" w:rsidR="003058CD" w:rsidRPr="00940241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5" w:name="_Ref877341"/>
      <w:r w:rsidRPr="00940241">
        <w:rPr>
          <w:rFonts w:ascii="Arial" w:hAnsi="Arial" w:cs="Arial"/>
          <w:color w:val="FF0000"/>
          <w:szCs w:val="24"/>
          <w:lang w:eastAsia="ko-KR"/>
        </w:rPr>
        <w:t xml:space="preserve">Quando acabarem os Pedidos de Informações,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5"/>
    </w:p>
    <w:p w14:paraId="43D28A13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>, PRESIDENTE!</w:t>
      </w:r>
    </w:p>
    <w:p w14:paraId="7F07C30E" w14:textId="77777777" w:rsidR="003058CD" w:rsidRPr="00BF05EC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</w:t>
      </w:r>
      <w:r w:rsidR="00AE23F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Pedidos de Informações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7D2ED37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OS </w:t>
      </w:r>
      <w:r w:rsidRPr="00940241">
        <w:rPr>
          <w:rFonts w:ascii="Arial" w:hAnsi="Arial" w:cs="Arial"/>
          <w:szCs w:val="24"/>
          <w:lang w:eastAsia="ko-KR"/>
        </w:rPr>
        <w:t>PEDIDO</w:t>
      </w:r>
      <w:r w:rsidR="002F73F4">
        <w:rPr>
          <w:rFonts w:ascii="Arial" w:hAnsi="Arial" w:cs="Arial"/>
          <w:szCs w:val="24"/>
          <w:lang w:eastAsia="ko-KR"/>
        </w:rPr>
        <w:t>S</w:t>
      </w:r>
      <w:r w:rsidRPr="00940241">
        <w:rPr>
          <w:rFonts w:ascii="Arial" w:hAnsi="Arial" w:cs="Arial"/>
          <w:szCs w:val="24"/>
          <w:lang w:eastAsia="ko-KR"/>
        </w:rPr>
        <w:t xml:space="preserve"> DE INFORMAÇÕES</w:t>
      </w:r>
      <w:r w:rsidRPr="00940241">
        <w:rPr>
          <w:rFonts w:ascii="Arial" w:hAnsi="Arial" w:cs="Arial"/>
          <w:szCs w:val="24"/>
        </w:rPr>
        <w:t xml:space="preserve"> FORAM APRECIADOS, NA FORMA REGIMENTAL.</w:t>
      </w:r>
    </w:p>
    <w:p w14:paraId="21E33E02" w14:textId="77777777" w:rsidR="00235FBB" w:rsidRPr="00092897" w:rsidRDefault="00235FBB" w:rsidP="000027DA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92897">
        <w:rPr>
          <w:rFonts w:ascii="Arial" w:hAnsi="Arial" w:cs="Arial"/>
          <w:b/>
          <w:szCs w:val="24"/>
        </w:rPr>
        <w:br w:type="page"/>
      </w:r>
    </w:p>
    <w:p w14:paraId="25CEA334" w14:textId="77777777" w:rsidR="0074291E" w:rsidRPr="003058CD" w:rsidRDefault="00472765" w:rsidP="001E78E3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4291E" w:rsidRPr="003058CD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Votos de Pesar:</w:t>
      </w:r>
    </w:p>
    <w:p w14:paraId="0357B884" w14:textId="77777777" w:rsidR="00642CB4" w:rsidRPr="00940241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SOLICITO </w:t>
      </w:r>
      <w:r w:rsidR="00211A24" w:rsidRPr="00940241">
        <w:rPr>
          <w:rFonts w:ascii="Arial" w:hAnsi="Arial" w:cs="Arial"/>
          <w:caps/>
          <w:szCs w:val="24"/>
          <w:lang w:eastAsia="ko-KR"/>
        </w:rPr>
        <w:t xml:space="preserve">AO </w:t>
      </w:r>
      <w:r w:rsidR="002F429C" w:rsidRPr="00940241">
        <w:rPr>
          <w:rFonts w:ascii="Arial" w:hAnsi="Arial" w:cs="Arial"/>
          <w:caps/>
          <w:szCs w:val="24"/>
          <w:lang w:eastAsia="ko-KR"/>
        </w:rPr>
        <w:t>1</w:t>
      </w:r>
      <w:r w:rsidR="00211A24" w:rsidRPr="00940241">
        <w:rPr>
          <w:rFonts w:ascii="Arial" w:hAnsi="Arial" w:cs="Arial"/>
          <w:caps/>
          <w:szCs w:val="24"/>
          <w:lang w:eastAsia="ko-KR"/>
        </w:rPr>
        <w:t xml:space="preserve">º </w:t>
      </w:r>
      <w:r w:rsidR="00574659" w:rsidRPr="00940241">
        <w:rPr>
          <w:rFonts w:ascii="Arial" w:hAnsi="Arial" w:cs="Arial"/>
          <w:caps/>
          <w:szCs w:val="24"/>
          <w:lang w:eastAsia="ko-KR"/>
        </w:rPr>
        <w:t>SECRETÁRIO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3E574C" w:rsidRPr="00940241">
        <w:rPr>
          <w:rFonts w:ascii="Arial" w:hAnsi="Arial" w:cs="Arial"/>
          <w:caps/>
          <w:szCs w:val="24"/>
          <w:lang w:eastAsia="ko-KR"/>
        </w:rPr>
        <w:t xml:space="preserve">QUE FAÇA </w:t>
      </w:r>
      <w:r w:rsidRPr="00940241">
        <w:rPr>
          <w:rFonts w:ascii="Arial" w:hAnsi="Arial" w:cs="Arial"/>
          <w:caps/>
          <w:szCs w:val="24"/>
          <w:lang w:eastAsia="ko-KR"/>
        </w:rPr>
        <w:t>A LEITURA DOS VOTOS DE PESAR APRESENTADOS PELOS SENHORES VEREADORES.</w:t>
      </w:r>
    </w:p>
    <w:p w14:paraId="574E6363" w14:textId="77777777" w:rsidR="00E05CAA" w:rsidRPr="003058CD" w:rsidRDefault="00E05CAA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3058CD">
        <w:rPr>
          <w:rFonts w:ascii="Arial" w:hAnsi="Arial" w:cs="Arial"/>
          <w:szCs w:val="24"/>
          <w:highlight w:val="yellow"/>
        </w:rPr>
        <w:t xml:space="preserve">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</w:rPr>
        <w:t xml:space="preserve"> faz a leitura dos Votos de Pesar na ordem de protocolo.</w:t>
      </w:r>
    </w:p>
    <w:p w14:paraId="7547B915" w14:textId="77777777" w:rsidR="00D1131A" w:rsidRPr="00092897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3058CD">
        <w:rPr>
          <w:rFonts w:ascii="Arial" w:hAnsi="Arial" w:cs="Arial"/>
          <w:szCs w:val="24"/>
          <w:highlight w:val="yellow"/>
        </w:rPr>
        <w:t>Quando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acabarem os Votos de Pesar, 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5B945EF3" w14:textId="77777777" w:rsidR="0005004E" w:rsidRPr="00940241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HÁ MAIS </w:t>
      </w:r>
      <w:r w:rsidRPr="00940241">
        <w:rPr>
          <w:rFonts w:ascii="Arial" w:hAnsi="Arial" w:cs="Arial"/>
          <w:caps/>
          <w:szCs w:val="24"/>
        </w:rPr>
        <w:t>VOTOS</w:t>
      </w:r>
      <w:r w:rsidRPr="00940241">
        <w:rPr>
          <w:rFonts w:ascii="Arial" w:hAnsi="Arial" w:cs="Arial"/>
          <w:caps/>
          <w:szCs w:val="24"/>
          <w:lang w:eastAsia="ko-KR"/>
        </w:rPr>
        <w:t xml:space="preserve"> DE PESAR, </w:t>
      </w:r>
      <w:r w:rsidR="00C279C5" w:rsidRPr="00940241">
        <w:rPr>
          <w:rFonts w:ascii="Arial" w:hAnsi="Arial" w:cs="Arial"/>
          <w:caps/>
          <w:szCs w:val="24"/>
          <w:lang w:eastAsia="ko-KR"/>
        </w:rPr>
        <w:t>PRESIDENTE</w:t>
      </w:r>
      <w:r w:rsidRPr="00940241">
        <w:rPr>
          <w:rFonts w:ascii="Arial" w:hAnsi="Arial" w:cs="Arial"/>
          <w:caps/>
          <w:szCs w:val="24"/>
          <w:lang w:eastAsia="ko-KR"/>
        </w:rPr>
        <w:t>!</w:t>
      </w:r>
    </w:p>
    <w:p w14:paraId="660B8816" w14:textId="77777777" w:rsidR="001A4310" w:rsidRPr="003058CD" w:rsidRDefault="00472765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3709ED7" w14:textId="77777777" w:rsidR="00754385" w:rsidRDefault="002F429C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EM </w:t>
      </w:r>
      <w:r w:rsidRPr="00940241">
        <w:rPr>
          <w:rFonts w:ascii="Arial" w:hAnsi="Arial" w:cs="Arial"/>
          <w:caps/>
          <w:szCs w:val="24"/>
        </w:rPr>
        <w:t>MEMÓRIA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212E98" w:rsidRPr="00940241">
        <w:rPr>
          <w:rFonts w:ascii="Arial" w:hAnsi="Arial" w:cs="Arial"/>
          <w:szCs w:val="24"/>
          <w:lang w:eastAsia="ko-KR"/>
        </w:rPr>
        <w:t>DOS ENTES QUERIDOS</w:t>
      </w:r>
      <w:r w:rsidRPr="00940241">
        <w:rPr>
          <w:rFonts w:ascii="Arial" w:hAnsi="Arial" w:cs="Arial"/>
          <w:szCs w:val="24"/>
          <w:lang w:eastAsia="ko-KR"/>
        </w:rPr>
        <w:t>, CONVIDO A TODOS PARA QUE FAÇAMOS ALGUNS INSTANTES DE SILÊNCIO.</w:t>
      </w:r>
    </w:p>
    <w:p w14:paraId="728A78B1" w14:textId="77777777" w:rsidR="00C5531B" w:rsidRDefault="00C5531B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056886CB" w14:textId="4A9ED1B7" w:rsidR="002E7CE7" w:rsidRDefault="002E7CE7">
      <w:pPr>
        <w:rPr>
          <w:rFonts w:ascii="Arial" w:hAnsi="Arial" w:cs="Arial"/>
          <w:b/>
          <w:szCs w:val="24"/>
          <w:u w:val="wave"/>
        </w:rPr>
      </w:pPr>
      <w:r>
        <w:rPr>
          <w:rFonts w:ascii="Arial" w:hAnsi="Arial" w:cs="Arial"/>
          <w:b/>
          <w:szCs w:val="24"/>
          <w:u w:val="wave"/>
        </w:rPr>
        <w:br w:type="page"/>
      </w:r>
    </w:p>
    <w:p w14:paraId="3B53E8FC" w14:textId="77777777" w:rsidR="002E7CE7" w:rsidRPr="003058CD" w:rsidRDefault="002E7CE7" w:rsidP="002E7CE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alterações em Comissões e Liderança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1D1DDEB8" w14:textId="77777777" w:rsidR="002E7CE7" w:rsidRDefault="002E7CE7" w:rsidP="002E7CE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SENHORES VEREADORES E VEREADORAS, NESTE INSTANTE </w:t>
      </w:r>
      <w:proofErr w:type="gramStart"/>
      <w:r>
        <w:rPr>
          <w:rFonts w:ascii="Arial" w:hAnsi="Arial" w:cs="Arial"/>
          <w:szCs w:val="24"/>
          <w:lang w:eastAsia="ko-KR"/>
        </w:rPr>
        <w:t>GOSTARIA</w:t>
      </w:r>
      <w:proofErr w:type="gramEnd"/>
      <w:r>
        <w:rPr>
          <w:rFonts w:ascii="Arial" w:hAnsi="Arial" w:cs="Arial"/>
          <w:szCs w:val="24"/>
          <w:lang w:eastAsia="ko-KR"/>
        </w:rPr>
        <w:t xml:space="preserve"> DE FAZER DOIS COMUNICADOS IMPORTANTES A VOSSAS SENHORIAS:</w:t>
      </w:r>
    </w:p>
    <w:p w14:paraId="1DF60426" w14:textId="77777777" w:rsidR="002E7CE7" w:rsidRDefault="002E7CE7" w:rsidP="002E7CE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O </w:t>
      </w:r>
      <w:r w:rsidRPr="005F6F2D">
        <w:rPr>
          <w:rFonts w:ascii="Arial" w:hAnsi="Arial" w:cs="Arial"/>
          <w:b/>
          <w:szCs w:val="24"/>
          <w:lang w:eastAsia="ko-KR"/>
        </w:rPr>
        <w:t>PRIMEIRO DELES</w:t>
      </w:r>
      <w:r>
        <w:rPr>
          <w:rFonts w:ascii="Arial" w:hAnsi="Arial" w:cs="Arial"/>
          <w:szCs w:val="24"/>
          <w:lang w:eastAsia="ko-KR"/>
        </w:rPr>
        <w:t xml:space="preserve"> É QUE, EM RAZÃO DO RETORNO DA VEREADORA PATRÍCIA JULIANI A ESTA CASA E DA CONSEQUENTE SAÍDA DO VEREADOR ADERBAL SODRÉ, A COMPOSIÇÃO DE COMISSÕES PERMANENTES E DE COMISSÃO ESPECIAL DE INQUÉRITO ATUALMENTE EM FUNCIONAMENTO</w:t>
      </w:r>
      <w:r w:rsidRPr="009765D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FORAM ALTERADAS NOS TERMOS REGIMENTAIS E DE ACORDO COM A INDICAÇÃO PROMOVIDA PELA LIDERANÇA PARTIDÁRIA DO PSDB, PASSANDO A VEREADORA PATRÍCIA JULIANI A INTEGRAR:</w:t>
      </w:r>
    </w:p>
    <w:p w14:paraId="0209EE57" w14:textId="77777777" w:rsidR="002E7CE7" w:rsidRPr="00F117D6" w:rsidRDefault="002E7CE7" w:rsidP="002E7CE7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A </w:t>
      </w:r>
      <w:r w:rsidRPr="00F117D6">
        <w:rPr>
          <w:rFonts w:ascii="Arial" w:hAnsi="Arial" w:cs="Arial"/>
          <w:szCs w:val="24"/>
          <w:lang w:eastAsia="ko-KR"/>
        </w:rPr>
        <w:t>COMISSÃO DE CONSTITUIÇÃO E JUSTIÇA</w:t>
      </w:r>
      <w:r>
        <w:rPr>
          <w:rFonts w:ascii="Arial" w:hAnsi="Arial" w:cs="Arial"/>
          <w:szCs w:val="24"/>
          <w:lang w:eastAsia="ko-KR"/>
        </w:rPr>
        <w:t>, NA CONDIÇÃO DE RELATORA TITULAR</w:t>
      </w:r>
      <w:r w:rsidRPr="00F117D6">
        <w:rPr>
          <w:rFonts w:ascii="Arial" w:hAnsi="Arial" w:cs="Arial"/>
          <w:szCs w:val="24"/>
          <w:lang w:eastAsia="ko-KR"/>
        </w:rPr>
        <w:t>;</w:t>
      </w:r>
    </w:p>
    <w:p w14:paraId="52092C7D" w14:textId="77777777" w:rsidR="002E7CE7" w:rsidRPr="00F117D6" w:rsidRDefault="002E7CE7" w:rsidP="002E7CE7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A </w:t>
      </w:r>
      <w:r w:rsidRPr="00F117D6">
        <w:rPr>
          <w:rFonts w:ascii="Arial" w:hAnsi="Arial" w:cs="Arial"/>
          <w:szCs w:val="24"/>
          <w:lang w:eastAsia="ko-KR"/>
        </w:rPr>
        <w:t>COMISSÃO DE EDUCAÇÃO, CULTURA E ESPORTES</w:t>
      </w:r>
      <w:r>
        <w:rPr>
          <w:rFonts w:ascii="Arial" w:hAnsi="Arial" w:cs="Arial"/>
          <w:szCs w:val="24"/>
          <w:lang w:eastAsia="ko-KR"/>
        </w:rPr>
        <w:t>, NA CONDIÇÃO DE MEMBRO TITULAR</w:t>
      </w:r>
      <w:r w:rsidRPr="00F117D6">
        <w:rPr>
          <w:rFonts w:ascii="Arial" w:hAnsi="Arial" w:cs="Arial"/>
          <w:szCs w:val="24"/>
          <w:lang w:eastAsia="ko-KR"/>
        </w:rPr>
        <w:t>;</w:t>
      </w:r>
    </w:p>
    <w:p w14:paraId="44FC89AF" w14:textId="77777777" w:rsidR="002E7CE7" w:rsidRPr="00F117D6" w:rsidRDefault="002E7CE7" w:rsidP="002E7CE7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A </w:t>
      </w:r>
      <w:r w:rsidRPr="00F117D6">
        <w:rPr>
          <w:rFonts w:ascii="Arial" w:hAnsi="Arial" w:cs="Arial"/>
          <w:szCs w:val="24"/>
          <w:lang w:eastAsia="ko-KR"/>
        </w:rPr>
        <w:t>COMISSÃO DE SAÚDE E ASSISTÊNCIA SOCIAL</w:t>
      </w:r>
      <w:r>
        <w:rPr>
          <w:rFonts w:ascii="Arial" w:hAnsi="Arial" w:cs="Arial"/>
          <w:szCs w:val="24"/>
          <w:lang w:eastAsia="ko-KR"/>
        </w:rPr>
        <w:t xml:space="preserve">, NA CONDIÇÃO DE </w:t>
      </w:r>
      <w:r w:rsidRPr="00F117D6">
        <w:rPr>
          <w:rFonts w:ascii="Arial" w:hAnsi="Arial" w:cs="Arial"/>
          <w:szCs w:val="24"/>
          <w:lang w:eastAsia="ko-KR"/>
        </w:rPr>
        <w:t>SUPLENTE DE PRESIDENTE;</w:t>
      </w:r>
    </w:p>
    <w:p w14:paraId="273AD9FD" w14:textId="77777777" w:rsidR="002E7CE7" w:rsidRDefault="002E7CE7" w:rsidP="002E7CE7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A </w:t>
      </w:r>
      <w:r w:rsidRPr="00F117D6">
        <w:rPr>
          <w:rFonts w:ascii="Arial" w:hAnsi="Arial" w:cs="Arial"/>
          <w:szCs w:val="24"/>
          <w:lang w:eastAsia="ko-KR"/>
        </w:rPr>
        <w:t>COMISSÃO DE DEFESA DO MEIO AMBIENTE E DOS DIREITOS DOS ANIMAIS</w:t>
      </w:r>
      <w:r>
        <w:rPr>
          <w:rFonts w:ascii="Arial" w:hAnsi="Arial" w:cs="Arial"/>
          <w:szCs w:val="24"/>
          <w:lang w:eastAsia="ko-KR"/>
        </w:rPr>
        <w:t>, NA CONDIÇÃO DE SUPLENTE DE PRESIDENTE; E FINALMENTE</w:t>
      </w:r>
    </w:p>
    <w:p w14:paraId="17C98977" w14:textId="77777777" w:rsidR="002E7CE7" w:rsidRPr="002B5E17" w:rsidRDefault="002E7CE7" w:rsidP="002E7CE7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A COMISSÃO PARLAMENTAR DE INQUÉRITO </w:t>
      </w:r>
      <w:r w:rsidRPr="002B5E17">
        <w:rPr>
          <w:rFonts w:ascii="Arial" w:hAnsi="Arial" w:cs="Arial"/>
          <w:szCs w:val="24"/>
          <w:lang w:eastAsia="ko-KR"/>
        </w:rPr>
        <w:t>DESTINADA A APURAR DENÚNCIAS DE IRREGULARIDADES NA EXECUÇÃO E CUMPRIMENTO DO CONTRATO DE CONCESSÃO DA EMPRESA AMBIENTAL, NA CONDIÇÃO DE RELATORA.</w:t>
      </w:r>
    </w:p>
    <w:p w14:paraId="29AB69CE" w14:textId="77777777" w:rsidR="002E7CE7" w:rsidRDefault="002E7CE7" w:rsidP="002E7CE7">
      <w:pPr>
        <w:spacing w:line="360" w:lineRule="auto"/>
        <w:ind w:left="1571"/>
        <w:jc w:val="both"/>
        <w:rPr>
          <w:rFonts w:ascii="Arial" w:hAnsi="Arial" w:cs="Arial"/>
          <w:szCs w:val="24"/>
          <w:lang w:eastAsia="ko-KR"/>
        </w:rPr>
      </w:pPr>
    </w:p>
    <w:p w14:paraId="3006D9EE" w14:textId="77777777" w:rsidR="002E7CE7" w:rsidRPr="00F117D6" w:rsidRDefault="002E7CE7" w:rsidP="002E7CE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E O </w:t>
      </w:r>
      <w:r w:rsidRPr="005F6F2D">
        <w:rPr>
          <w:rFonts w:ascii="Arial" w:hAnsi="Arial" w:cs="Arial"/>
          <w:b/>
          <w:szCs w:val="24"/>
          <w:lang w:eastAsia="ko-KR"/>
        </w:rPr>
        <w:t>SEGUNDO COMUNICADO</w:t>
      </w:r>
      <w:r>
        <w:rPr>
          <w:rFonts w:ascii="Arial" w:hAnsi="Arial" w:cs="Arial"/>
          <w:szCs w:val="24"/>
          <w:lang w:eastAsia="ko-KR"/>
        </w:rPr>
        <w:t xml:space="preserve"> É QUE O EXCELENTÍSSIMO PREFEITO MUNICIPAL DE JACAREÍ, O SENHOR IZAIAS JOSÉ DE SANTANA, POR INTERMÉDIO DO OFÍCIO Nº 542/2019-GP INDICA PARA LÍDER DO GOVERNO NESTA CASA LEGISLATIVA A VEREADORA PATRÍCIA JULIANI.</w:t>
      </w:r>
    </w:p>
    <w:p w14:paraId="11E34DFD" w14:textId="77777777" w:rsidR="002E7CE7" w:rsidRDefault="002E7CE7" w:rsidP="002E7CE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ERA O QUE TÍNHAMOS A COMUNICAR.</w:t>
      </w:r>
    </w:p>
    <w:p w14:paraId="5833A42C" w14:textId="77777777" w:rsidR="002E7CE7" w:rsidRDefault="002E7CE7" w:rsidP="002E7CE7">
      <w:pPr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</w:p>
    <w:p w14:paraId="502E0DD7" w14:textId="77777777" w:rsidR="002E7CE7" w:rsidRPr="003058CD" w:rsidRDefault="002E7CE7" w:rsidP="002E7CE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1D5D37D" w14:textId="77777777" w:rsidR="002E7CE7" w:rsidRDefault="002E7CE7" w:rsidP="002E7CE7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DANDO CONTINUIDADE À SESSÃO, CONFORME INFORMADO ANTECIPADAMENTE AOS SENHORES VEREADORES E VEREADORAS, FORAM PROTOCOLADAS NESTA CASA LEGISLATIVA TRÊS DENÚNCIAS CONTRA O PREFEITO MUNICIPAL DE JACAREÍ, O SENHOR IZAIAS JOSÉ DE SANTANA, AS QUAIS ESTA PRESIDÊNCIA PAUTOU PARA SEREM ANALISADAS NA PRESENTE SESSÃO ORDINÁRIA.</w:t>
      </w:r>
    </w:p>
    <w:p w14:paraId="531F28D8" w14:textId="77777777" w:rsidR="002E7CE7" w:rsidRDefault="002E7CE7" w:rsidP="002E7CE7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ENTÃO, NOS TERMOS DO QUE DETERMINA O INCISO II DO ARTIGO 5º DO DECRETO-LEI Nº 201, DE 27 DE FEVEREIRO DE 1967, QUE “</w:t>
      </w:r>
      <w:r w:rsidRPr="004767DD">
        <w:rPr>
          <w:rFonts w:ascii="Arial" w:hAnsi="Arial" w:cs="Arial"/>
          <w:szCs w:val="24"/>
          <w:lang w:eastAsia="ko-KR"/>
        </w:rPr>
        <w:t>DISPÕE SOBRE A RESPONSABILIDADE DOS PREFEITOS E VEREADORES, E DÁ OUTRAS PROVIDÊNCIAS</w:t>
      </w:r>
      <w:r>
        <w:rPr>
          <w:rFonts w:ascii="Arial" w:hAnsi="Arial" w:cs="Arial"/>
          <w:szCs w:val="24"/>
          <w:lang w:eastAsia="ko-KR"/>
        </w:rPr>
        <w:t>”, A PARTIR DESTE MOMENTO PROCEDEREMOS AO RESPECTIVO RITO, INICIANDO COM A LEITURA DE APENAS UMA DAS DENÚNCIAS APRESENTADAS, VEZ QUE AS OUTRAS DUAS SÃO ABSOLUTAMENTE IDÊNTICAS À QUE SERÁ LIDA NA ÍNTEGRA.</w:t>
      </w:r>
    </w:p>
    <w:p w14:paraId="6D6EB66A" w14:textId="77777777" w:rsidR="002E7CE7" w:rsidRPr="00003323" w:rsidRDefault="002E7CE7" w:rsidP="002E7CE7">
      <w:pPr>
        <w:spacing w:line="312" w:lineRule="auto"/>
        <w:ind w:left="851"/>
        <w:jc w:val="both"/>
        <w:rPr>
          <w:rFonts w:ascii="Arial" w:hAnsi="Arial" w:cs="Arial"/>
          <w:sz w:val="20"/>
          <w:lang w:eastAsia="ko-KR"/>
        </w:rPr>
      </w:pPr>
    </w:p>
    <w:p w14:paraId="4B58F971" w14:textId="77777777" w:rsidR="002E7CE7" w:rsidRDefault="002E7CE7" w:rsidP="002E7CE7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>
        <w:rPr>
          <w:rFonts w:ascii="Arial" w:hAnsi="Arial" w:cs="Arial"/>
          <w:szCs w:val="24"/>
          <w:lang w:eastAsia="ko-KR"/>
        </w:rPr>
        <w:t>PASSO À</w:t>
      </w:r>
      <w:proofErr w:type="gramEnd"/>
      <w:r>
        <w:rPr>
          <w:rFonts w:ascii="Arial" w:hAnsi="Arial" w:cs="Arial"/>
          <w:szCs w:val="24"/>
          <w:lang w:eastAsia="ko-KR"/>
        </w:rPr>
        <w:t xml:space="preserve"> LEITURA!</w:t>
      </w:r>
    </w:p>
    <w:p w14:paraId="2F66447C" w14:textId="77777777" w:rsidR="002E7CE7" w:rsidRDefault="002E7CE7" w:rsidP="002E7CE7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(OU PEÇO AO 1º SECRETÁRIO QUE PROCEDA À LEITURA)</w:t>
      </w:r>
    </w:p>
    <w:p w14:paraId="015E1A20" w14:textId="77777777" w:rsidR="002E7CE7" w:rsidRDefault="002E7CE7" w:rsidP="002E7CE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leitura da denúncia, 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diz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121CDF45" w14:textId="77777777" w:rsidR="002E7CE7" w:rsidRDefault="002E7CE7" w:rsidP="002E7CE7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LEMBRO A TODOS QUE AFORA A DENÚNCIA QUE ACABA DE SER LIDA, PROTOCOLADA NESTA CASA SOB O </w:t>
      </w:r>
      <w:proofErr w:type="spellStart"/>
      <w:r>
        <w:rPr>
          <w:rFonts w:ascii="Arial" w:hAnsi="Arial" w:cs="Arial"/>
          <w:szCs w:val="24"/>
          <w:lang w:eastAsia="ko-KR"/>
        </w:rPr>
        <w:t>P.G</w:t>
      </w:r>
      <w:proofErr w:type="spellEnd"/>
      <w:r>
        <w:rPr>
          <w:rFonts w:ascii="Arial" w:hAnsi="Arial" w:cs="Arial"/>
          <w:szCs w:val="24"/>
          <w:lang w:eastAsia="ko-KR"/>
        </w:rPr>
        <w:t xml:space="preserve">. Nº 1317/19 PELO MUNÍCIPE SENHOR CARLOS ALEXANDRE SANTANA DOS SANTOS ROSA, TAMBÉM ESTAMOS APRECIANDO NA PRESENTE SESSÃO ORDINÁRIA AS DENÚNCIAS APRESENTADAS PELA MUNÍCIPE SENHORA </w:t>
      </w:r>
      <w:proofErr w:type="spellStart"/>
      <w:r>
        <w:rPr>
          <w:rFonts w:ascii="Arial" w:hAnsi="Arial" w:cs="Arial"/>
          <w:szCs w:val="24"/>
          <w:lang w:eastAsia="ko-KR"/>
        </w:rPr>
        <w:t>LINDSEY</w:t>
      </w:r>
      <w:proofErr w:type="spellEnd"/>
      <w:r>
        <w:rPr>
          <w:rFonts w:ascii="Arial" w:hAnsi="Arial" w:cs="Arial"/>
          <w:szCs w:val="24"/>
          <w:lang w:eastAsia="ko-KR"/>
        </w:rPr>
        <w:t xml:space="preserve"> CRISTINA ROSA (</w:t>
      </w:r>
      <w:proofErr w:type="spellStart"/>
      <w:r>
        <w:rPr>
          <w:rFonts w:ascii="Arial" w:hAnsi="Arial" w:cs="Arial"/>
          <w:szCs w:val="24"/>
          <w:lang w:eastAsia="ko-KR"/>
        </w:rPr>
        <w:t>P.G</w:t>
      </w:r>
      <w:proofErr w:type="spellEnd"/>
      <w:r>
        <w:rPr>
          <w:rFonts w:ascii="Arial" w:hAnsi="Arial" w:cs="Arial"/>
          <w:szCs w:val="24"/>
          <w:lang w:eastAsia="ko-KR"/>
        </w:rPr>
        <w:t>. Nº 1333/19) E PELO MUNÍCIPE SENHOR CASSIANO RICARDO SALGADO BORGES (</w:t>
      </w:r>
      <w:proofErr w:type="spellStart"/>
      <w:r>
        <w:rPr>
          <w:rFonts w:ascii="Arial" w:hAnsi="Arial" w:cs="Arial"/>
          <w:szCs w:val="24"/>
          <w:lang w:eastAsia="ko-KR"/>
        </w:rPr>
        <w:t>P.G</w:t>
      </w:r>
      <w:proofErr w:type="spellEnd"/>
      <w:r>
        <w:rPr>
          <w:rFonts w:ascii="Arial" w:hAnsi="Arial" w:cs="Arial"/>
          <w:szCs w:val="24"/>
          <w:lang w:eastAsia="ko-KR"/>
        </w:rPr>
        <w:t>. Nº 1383/19), CUJAS LEITURAS SE DISPENSA POR SE TRATAR DE PEÇAS DE IDÊNTICO TEOR ÀQUELA QUE ACABAMOS DE LER.</w:t>
      </w:r>
    </w:p>
    <w:p w14:paraId="78AE22E5" w14:textId="77777777" w:rsidR="002E7CE7" w:rsidRPr="00003323" w:rsidRDefault="002E7CE7" w:rsidP="002E7CE7">
      <w:pPr>
        <w:spacing w:line="312" w:lineRule="auto"/>
        <w:ind w:left="851"/>
        <w:jc w:val="both"/>
        <w:rPr>
          <w:rFonts w:ascii="Arial" w:hAnsi="Arial" w:cs="Arial"/>
          <w:sz w:val="20"/>
          <w:lang w:eastAsia="ko-KR"/>
        </w:rPr>
      </w:pPr>
    </w:p>
    <w:p w14:paraId="4B7DA5D0" w14:textId="77777777" w:rsidR="002E7CE7" w:rsidRDefault="002E7CE7" w:rsidP="002E7CE7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ISTO DITO, CONFERINDO IGUAL TRATAMENTO AO OCORRIDO EM CASO ANÁLOGO RECENTEMENTE SUBMETIDO AO PLENÁRIO DESTA CASA, CONCEDEMOS AO DENUNCIADO, O PREFEITO MUNICIPAL IZAIAS JOSÉ DE SANTANA, QUE AQUI SE ENCONTRA PRESENTE, O USO DA TRIBUNA PARA QUE, EM ATENDIMENTO AOS PRINCÍPIOS CONSTITUCIONAIS DO CONTRADITÓRIO E DA AMPLA DEFESA, POSSA SE DEFENDER DO QUE LHE É IMPUTADO.</w:t>
      </w:r>
    </w:p>
    <w:p w14:paraId="2E4EED1D" w14:textId="77777777" w:rsidR="002E7CE7" w:rsidRPr="00003323" w:rsidRDefault="002E7CE7" w:rsidP="002E7CE7">
      <w:pPr>
        <w:spacing w:line="312" w:lineRule="auto"/>
        <w:ind w:left="851"/>
        <w:jc w:val="both"/>
        <w:rPr>
          <w:rFonts w:ascii="Arial" w:hAnsi="Arial" w:cs="Arial"/>
          <w:sz w:val="20"/>
          <w:lang w:eastAsia="ko-KR"/>
        </w:rPr>
      </w:pPr>
    </w:p>
    <w:p w14:paraId="24EB2F21" w14:textId="77777777" w:rsidR="002E7CE7" w:rsidRDefault="002E7CE7" w:rsidP="002E7CE7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 PREFEITO, CONCEDO-LHE NESTE MOMENTO O USO DA TRIBUNA DESTA CASA POR ___ MINUTOS, QUE FOI O TEMPO EMPREGADO PARA A LEITURA DE PEÇA ACUSATÓRIA.</w:t>
      </w:r>
    </w:p>
    <w:p w14:paraId="6D7BC44D" w14:textId="77777777" w:rsidR="002E7CE7" w:rsidRPr="003058CD" w:rsidRDefault="002E7CE7" w:rsidP="002E7CE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>Após leitura da denúncia, 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diz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4026AA78" w14:textId="77777777" w:rsidR="002E7CE7" w:rsidRDefault="002E7CE7" w:rsidP="002E7CE7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PEÇO AGORA AO PRIMEIRO SECRETÁRIO QUE PROCEDA À CHAMADA NOMINAL DOS SENHORES VEREADORES E VEREADORAS PARA QUE DECLAREM SEU VOTO A FAVOR OU CONTRA A ACEITAÇÃO DAS DENÚNCIAS FORMULADAS PELOS MUNÍCIPES SENHORES CARLOS ALEXANDRE SANTANA DOS SANTOS ROSA, </w:t>
      </w:r>
      <w:proofErr w:type="spellStart"/>
      <w:r>
        <w:rPr>
          <w:rFonts w:ascii="Arial" w:hAnsi="Arial" w:cs="Arial"/>
          <w:szCs w:val="24"/>
          <w:lang w:eastAsia="ko-KR"/>
        </w:rPr>
        <w:t>LINDSEY</w:t>
      </w:r>
      <w:proofErr w:type="spellEnd"/>
      <w:r>
        <w:rPr>
          <w:rFonts w:ascii="Arial" w:hAnsi="Arial" w:cs="Arial"/>
          <w:szCs w:val="24"/>
          <w:lang w:eastAsia="ko-KR"/>
        </w:rPr>
        <w:t xml:space="preserve"> CRISTINA ROSA E CASSIANO RICARDO SALGADO BORGES CONTRA O PREFEITO MUNICIPAL DE JACAREÍ, O SENHOR IZAIAS JOSÉ DE SANTANA.</w:t>
      </w:r>
    </w:p>
    <w:p w14:paraId="26669809" w14:textId="77777777" w:rsidR="002E7CE7" w:rsidRPr="003058CD" w:rsidRDefault="002E7CE7" w:rsidP="002E7CE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votação, 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anuncia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48E34DF6" w14:textId="77777777" w:rsidR="002E7CE7" w:rsidRDefault="002E7CE7" w:rsidP="002E7CE7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POR (X) VOTOS FAVORÁVEIS E (Y) VOTOS CONTRÁRIOS, A CÂMARA MUNICIPAL DE JACAREI (ACEITOU/REJEITOU) ... </w:t>
      </w:r>
      <w:r w:rsidRPr="005F6A3B">
        <w:rPr>
          <w:rFonts w:ascii="Arial" w:hAnsi="Arial" w:cs="Arial"/>
          <w:b/>
          <w:color w:val="FF0000"/>
          <w:szCs w:val="24"/>
          <w:lang w:eastAsia="ko-KR"/>
        </w:rPr>
        <w:t>(</w:t>
      </w:r>
      <w:r w:rsidRPr="005F6A3B">
        <w:rPr>
          <w:rFonts w:ascii="Arial" w:hAnsi="Arial" w:cs="Arial"/>
          <w:b/>
          <w:color w:val="FF0000"/>
          <w:szCs w:val="24"/>
          <w:u w:val="single"/>
          <w:lang w:eastAsia="ko-KR"/>
        </w:rPr>
        <w:t xml:space="preserve">VER </w:t>
      </w:r>
      <w:r>
        <w:rPr>
          <w:rFonts w:ascii="Arial" w:hAnsi="Arial" w:cs="Arial"/>
          <w:b/>
          <w:color w:val="FF0000"/>
          <w:szCs w:val="24"/>
          <w:u w:val="single"/>
          <w:lang w:eastAsia="ko-KR"/>
        </w:rPr>
        <w:t>BOLETINS</w:t>
      </w:r>
      <w:r w:rsidRPr="005F6A3B">
        <w:rPr>
          <w:rFonts w:ascii="Arial" w:hAnsi="Arial" w:cs="Arial"/>
          <w:b/>
          <w:color w:val="FF0000"/>
          <w:szCs w:val="24"/>
          <w:u w:val="single"/>
          <w:lang w:eastAsia="ko-KR"/>
        </w:rPr>
        <w:t>)</w:t>
      </w:r>
      <w:r>
        <w:rPr>
          <w:rFonts w:ascii="Arial" w:hAnsi="Arial" w:cs="Arial"/>
          <w:szCs w:val="24"/>
          <w:lang w:eastAsia="ko-KR"/>
        </w:rPr>
        <w:t>.</w:t>
      </w:r>
    </w:p>
    <w:p w14:paraId="5332B527" w14:textId="77777777" w:rsidR="002E7CE7" w:rsidRPr="0082649C" w:rsidRDefault="002E7CE7" w:rsidP="002E7CE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0000"/>
          <w:szCs w:val="24"/>
          <w:lang w:eastAsia="ko-KR"/>
        </w:rPr>
      </w:pPr>
      <w:r w:rsidRPr="0082649C">
        <w:rPr>
          <w:rFonts w:ascii="Arial" w:hAnsi="Arial" w:cs="Arial"/>
          <w:b/>
          <w:color w:val="FF0000"/>
          <w:szCs w:val="24"/>
          <w:lang w:eastAsia="ko-KR"/>
        </w:rPr>
        <w:t xml:space="preserve">Rejeitada a denúncia, o </w:t>
      </w:r>
      <w:r w:rsidRPr="0082649C">
        <w:rPr>
          <w:rFonts w:ascii="Arial" w:hAnsi="Arial" w:cs="Arial"/>
          <w:b/>
          <w:color w:val="FF0000"/>
          <w:szCs w:val="24"/>
          <w:u w:val="double"/>
        </w:rPr>
        <w:t>PRESIDENTE</w:t>
      </w:r>
      <w:r w:rsidRPr="0082649C">
        <w:rPr>
          <w:rFonts w:ascii="Arial" w:hAnsi="Arial" w:cs="Arial"/>
          <w:b/>
          <w:color w:val="FF0000"/>
          <w:szCs w:val="24"/>
          <w:lang w:eastAsia="ko-KR"/>
        </w:rPr>
        <w:t xml:space="preserve"> diz:</w:t>
      </w:r>
    </w:p>
    <w:p w14:paraId="5B5C6A64" w14:textId="77777777" w:rsidR="002E7CE7" w:rsidRDefault="002E7CE7" w:rsidP="002E7CE7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REJEITADAS AS DENÚNCIAS, DETERMINO SEU ARQUIVAMENTO E QUE SE DÊ CIÊNCIA DESTA DECISÃO AOS DENUNCIANTES.</w:t>
      </w:r>
    </w:p>
    <w:p w14:paraId="036A5446" w14:textId="77777777" w:rsidR="002E7CE7" w:rsidRPr="003058CD" w:rsidRDefault="002E7CE7" w:rsidP="002E7CE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Aceita a denúncia, 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diz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212FC205" w14:textId="77777777" w:rsidR="002E7CE7" w:rsidRDefault="002E7CE7" w:rsidP="002E7CE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ACEITAS AS DENÚNCIAS, PASSAREMOS À CONSTITUIÇÃO DA COMISSÃO PROCESSANTE, QUE SERÁ FEITA POR SORTEIO DE TRÊS VEREADORES. PARTICIPARÃO DO SORTEIO, PORTANTO, OS VEREADORES </w:t>
      </w:r>
      <w:r w:rsidRPr="007A67CE">
        <w:rPr>
          <w:rFonts w:ascii="Arial" w:hAnsi="Arial" w:cs="Arial"/>
          <w:szCs w:val="24"/>
          <w:lang w:eastAsia="ko-KR"/>
        </w:rPr>
        <w:t xml:space="preserve">ARILDO BATISTA, </w:t>
      </w:r>
      <w:r>
        <w:rPr>
          <w:rFonts w:ascii="Arial" w:hAnsi="Arial" w:cs="Arial"/>
          <w:szCs w:val="24"/>
          <w:lang w:eastAsia="ko-KR"/>
        </w:rPr>
        <w:t xml:space="preserve">FERNANDO DA ÓTICA ORIGINAL, </w:t>
      </w:r>
      <w:r w:rsidRPr="007A67CE">
        <w:rPr>
          <w:rFonts w:ascii="Arial" w:hAnsi="Arial" w:cs="Arial"/>
          <w:szCs w:val="24"/>
          <w:lang w:eastAsia="ko-KR"/>
        </w:rPr>
        <w:t xml:space="preserve">JUAREZ ARAÚJO, LUCIMAR PONCIANO, LUÍS FLÁVIO, DRA. MÁRCIA SANTOS, </w:t>
      </w:r>
      <w:r w:rsidRPr="0082649C">
        <w:rPr>
          <w:rFonts w:ascii="Arial" w:hAnsi="Arial" w:cs="Arial"/>
          <w:szCs w:val="24"/>
          <w:lang w:eastAsia="ko-KR"/>
        </w:rPr>
        <w:t>PATRÍCIA JULIANI, PAULINHO DO ESPORTE, PAULINHO DOS CONDUTORES, DR.</w:t>
      </w:r>
      <w:r w:rsidRPr="007A67CE">
        <w:rPr>
          <w:rFonts w:ascii="Arial" w:hAnsi="Arial" w:cs="Arial"/>
          <w:szCs w:val="24"/>
          <w:lang w:eastAsia="ko-KR"/>
        </w:rPr>
        <w:t xml:space="preserve"> RODRIGO SALOMON, SÔNIA PATAS DA AMIZADE E VALMIR DO PARQUE MEIA LUA.</w:t>
      </w:r>
    </w:p>
    <w:p w14:paraId="40330352" w14:textId="77777777" w:rsidR="002E7CE7" w:rsidRPr="003058CD" w:rsidRDefault="002E7CE7" w:rsidP="002E7CE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Sorteada a Comissão Processante, 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anuncia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001341E6" w14:textId="77777777" w:rsidR="002E7CE7" w:rsidRDefault="002E7CE7" w:rsidP="002E7CE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A COMISSÃO PROCESSANTE QUE DEVERÁ CONDUZIR OS TRABALHOS DE APURAÇÃO DAS DENÚNCIAS FORMULADAS PELOS MUNÍCIPES SENHORES CARLOS ALEXANDRE SANTANA DOS SANTOS ROSA, </w:t>
      </w:r>
      <w:proofErr w:type="spellStart"/>
      <w:r>
        <w:rPr>
          <w:rFonts w:ascii="Arial" w:hAnsi="Arial" w:cs="Arial"/>
          <w:szCs w:val="24"/>
          <w:lang w:eastAsia="ko-KR"/>
        </w:rPr>
        <w:t>LINDSEY</w:t>
      </w:r>
      <w:proofErr w:type="spellEnd"/>
      <w:r>
        <w:rPr>
          <w:rFonts w:ascii="Arial" w:hAnsi="Arial" w:cs="Arial"/>
          <w:szCs w:val="24"/>
          <w:lang w:eastAsia="ko-KR"/>
        </w:rPr>
        <w:t xml:space="preserve"> CRISTINA ROSA E CASSIANO RICARDO SALGADO BORGES CONTRA O PREFEITO MUNICIPAL DE JACAREÍ, O SENHOR IZAIAS JOSÉ DE SANTANA, FICOU CONSTITUÍDA PELOS VEREADORES:</w:t>
      </w:r>
    </w:p>
    <w:p w14:paraId="7DD3D79D" w14:textId="77777777" w:rsidR="002E7CE7" w:rsidRDefault="002E7CE7" w:rsidP="002E7CE7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___________________________________________</w:t>
      </w:r>
    </w:p>
    <w:p w14:paraId="430391AE" w14:textId="77777777" w:rsidR="002E7CE7" w:rsidRDefault="002E7CE7" w:rsidP="002E7CE7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___________________________________________</w:t>
      </w:r>
    </w:p>
    <w:p w14:paraId="7AF89A32" w14:textId="77777777" w:rsidR="002E7CE7" w:rsidRDefault="002E7CE7" w:rsidP="002E7CE7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___________________________________________</w:t>
      </w:r>
    </w:p>
    <w:p w14:paraId="2E407623" w14:textId="44A96828" w:rsidR="005F6F2D" w:rsidRDefault="002E7CE7" w:rsidP="002E7CE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lastRenderedPageBreak/>
        <w:t>PEÇO AOS INTEGRANTES DA COMISSÃO PROCESSANTE QUE, NO PRAZO DE 24 HORAS, COMUNIQUEM À MESA DIRETORA OS RESPECTIVOS PRESIDENTE E RELATOR DO PROCESSO.</w:t>
      </w:r>
    </w:p>
    <w:p w14:paraId="320DA52B" w14:textId="77777777" w:rsidR="005F6F2D" w:rsidRDefault="005F6F2D">
      <w:pPr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</w:p>
    <w:p w14:paraId="1607C55B" w14:textId="77777777" w:rsidR="0005004E" w:rsidRPr="003058CD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3219E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</w:t>
      </w:r>
      <w:r w:rsidR="0005004E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432B02F5" w14:textId="77777777" w:rsidR="0073219E" w:rsidRPr="00940241" w:rsidRDefault="0073219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="009D4EBC" w:rsidRPr="00940241">
        <w:rPr>
          <w:rFonts w:ascii="Arial" w:hAnsi="Arial" w:cs="Arial"/>
          <w:szCs w:val="24"/>
          <w:lang w:eastAsia="ko-KR"/>
        </w:rPr>
        <w:t xml:space="preserve">, </w:t>
      </w:r>
      <w:r w:rsidR="009D4EBC" w:rsidRPr="00940241">
        <w:rPr>
          <w:rFonts w:ascii="Arial" w:hAnsi="Arial" w:cs="Arial"/>
          <w:caps/>
          <w:szCs w:val="24"/>
        </w:rPr>
        <w:t>NESTE</w:t>
      </w:r>
      <w:r w:rsidR="009D4EBC" w:rsidRPr="00940241">
        <w:rPr>
          <w:rFonts w:ascii="Arial" w:hAnsi="Arial" w:cs="Arial"/>
          <w:szCs w:val="24"/>
          <w:lang w:eastAsia="ko-KR"/>
        </w:rPr>
        <w:t xml:space="preserve"> INSTANTE,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641D551B" w14:textId="77777777" w:rsidR="0005004E" w:rsidRPr="00940241" w:rsidRDefault="0005004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Pr="00940241">
        <w:rPr>
          <w:rFonts w:ascii="Arial" w:hAnsi="Arial" w:cs="Arial"/>
          <w:szCs w:val="24"/>
          <w:lang w:eastAsia="ko-KR"/>
        </w:rPr>
        <w:t xml:space="preserve"> AO 1º </w:t>
      </w:r>
      <w:r w:rsidRPr="00940241">
        <w:rPr>
          <w:rFonts w:ascii="Arial" w:hAnsi="Arial" w:cs="Arial"/>
          <w:caps/>
          <w:szCs w:val="24"/>
        </w:rPr>
        <w:t>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5456E06C" w14:textId="77777777" w:rsidR="00604617" w:rsidRPr="003058CD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bookmarkStart w:id="6" w:name="_Ref475712815"/>
      <w:r w:rsidRPr="003058CD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B73532">
        <w:rPr>
          <w:rFonts w:ascii="Arial" w:hAnsi="Arial" w:cs="Arial"/>
          <w:szCs w:val="24"/>
          <w:highlight w:val="yellow"/>
          <w:lang w:eastAsia="ko-KR"/>
        </w:rPr>
        <w:t xml:space="preserve">faz a leitura da ementa </w:t>
      </w:r>
      <w:r w:rsidRPr="003058CD">
        <w:rPr>
          <w:rFonts w:ascii="Arial" w:hAnsi="Arial" w:cs="Arial"/>
          <w:szCs w:val="24"/>
          <w:highlight w:val="yellow"/>
          <w:lang w:eastAsia="ko-KR"/>
        </w:rPr>
        <w:t>do Projeto</w:t>
      </w:r>
      <w:bookmarkEnd w:id="6"/>
      <w:r w:rsidR="00B73532">
        <w:rPr>
          <w:rFonts w:ascii="Arial" w:hAnsi="Arial" w:cs="Arial"/>
          <w:szCs w:val="24"/>
          <w:highlight w:val="yellow"/>
          <w:lang w:eastAsia="ko-KR"/>
        </w:rPr>
        <w:t>.</w:t>
      </w:r>
    </w:p>
    <w:p w14:paraId="23EC737E" w14:textId="77777777" w:rsidR="00FD1652" w:rsidRPr="003058CD" w:rsidRDefault="00B73532" w:rsidP="00A4159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="00AC703C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,</w:t>
      </w:r>
      <w:r w:rsidR="00FD1652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11A31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FD1652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1175D99" w14:textId="77777777" w:rsidR="001E78E3" w:rsidRPr="00940241" w:rsidRDefault="00FD1652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="007F48AE"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5F0CBC" w:rsidRPr="00940241">
        <w:rPr>
          <w:rFonts w:ascii="Arial" w:hAnsi="Arial" w:cs="Arial"/>
          <w:caps/>
          <w:szCs w:val="24"/>
          <w:lang w:eastAsia="ko-KR"/>
        </w:rPr>
        <w:t xml:space="preserve">(OU VETO) </w:t>
      </w:r>
      <w:r w:rsidRPr="00940241">
        <w:rPr>
          <w:rFonts w:ascii="Arial" w:hAnsi="Arial" w:cs="Arial"/>
          <w:caps/>
          <w:szCs w:val="24"/>
          <w:lang w:eastAsia="ko-KR"/>
        </w:rPr>
        <w:t>está em discussão.</w:t>
      </w:r>
    </w:p>
    <w:p w14:paraId="386E9298" w14:textId="77777777" w:rsidR="007230A3" w:rsidRPr="00B73532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 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houver </w:t>
      </w:r>
      <w:r w:rsidR="0008291A"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08291A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4FAAD29" w14:textId="77777777" w:rsidR="00ED03D3" w:rsidRPr="00940241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Não havendo mais nenhum Vereador desejando discutir a matéria, peço ao 1º Secretário que proceda À votação nominal do projeto, na forma regimental.</w:t>
      </w:r>
    </w:p>
    <w:p w14:paraId="1FD1AC81" w14:textId="77777777" w:rsidR="00ED03D3" w:rsidRPr="00B73532" w:rsidRDefault="00ED03D3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</w:t>
      </w:r>
      <w:r w:rsidR="00711A3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49D38397" w14:textId="77777777" w:rsidR="00ED03D3" w:rsidRPr="00940241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(OU VETO)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526C1092" w14:textId="77777777" w:rsidR="00ED03D3" w:rsidRPr="00B73532" w:rsidRDefault="00472765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16C48D47" w14:textId="77777777" w:rsidR="007B258B" w:rsidRPr="00092897" w:rsidRDefault="007B258B" w:rsidP="007B258B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6B0D0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5F6F2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17)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D6CA746" w14:textId="77777777" w:rsidR="00A572DB" w:rsidRPr="00B73532" w:rsidRDefault="00A572DB" w:rsidP="007064A7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B73532">
        <w:rPr>
          <w:rFonts w:ascii="Arial" w:hAnsi="Arial" w:cs="Arial"/>
          <w:szCs w:val="24"/>
          <w:highlight w:val="yellow"/>
          <w:lang w:eastAsia="ko-KR"/>
        </w:rPr>
        <w:t xml:space="preserve">Caso acabem os projetos, o </w:t>
      </w:r>
      <w:r w:rsidR="00C9225D" w:rsidRPr="00B73532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="00B73532" w:rsidRPr="00B73532">
        <w:rPr>
          <w:rFonts w:ascii="Arial" w:hAnsi="Arial" w:cs="Arial"/>
          <w:szCs w:val="24"/>
          <w:highlight w:val="yellow"/>
          <w:lang w:eastAsia="ko-KR"/>
        </w:rPr>
        <w:t xml:space="preserve"> dirá:</w:t>
      </w:r>
    </w:p>
    <w:p w14:paraId="1C59F10A" w14:textId="77777777" w:rsidR="00A572DB" w:rsidRPr="00B73532" w:rsidRDefault="00A572DB" w:rsidP="00A572DB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NÃO HÁ MAIS PROJETOS, PRESIDENTE!</w:t>
      </w:r>
      <w:r w:rsidR="00A47058">
        <w:rPr>
          <w:rFonts w:ascii="Arial" w:hAnsi="Arial" w:cs="Arial"/>
          <w:b/>
          <w:szCs w:val="24"/>
          <w:lang w:eastAsia="ko-KR"/>
        </w:rPr>
        <w:t xml:space="preserve"> </w:t>
      </w:r>
      <w:r w:rsidR="007B61BF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Seguir para item 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_Ref526262478 \r \h  \* MERGEFORMAT </w:instrTex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5F6F2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22)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180C07C" w14:textId="77777777" w:rsidR="0008291A" w:rsidRPr="00B73532" w:rsidRDefault="0008291A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3652333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peço ao 1º secretário que leia a síntese da emenda nº ___.</w:t>
      </w:r>
    </w:p>
    <w:p w14:paraId="5A04204F" w14:textId="77777777" w:rsidR="0008291A" w:rsidRPr="00B73532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</w:t>
      </w:r>
      <w:r w:rsidR="00EF5EB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6B586D29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está em votação a emenda nº ___</w:t>
      </w:r>
    </w:p>
    <w:p w14:paraId="3A609E67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27A9AD76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EMENDA </w:t>
      </w:r>
      <w:r w:rsidRPr="00940241">
        <w:rPr>
          <w:rFonts w:ascii="Arial" w:hAnsi="Arial" w:cs="Arial"/>
          <w:caps/>
          <w:szCs w:val="24"/>
          <w:lang w:eastAsia="ko-KR"/>
        </w:rPr>
        <w:t xml:space="preserve">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33704BC1" w14:textId="77777777" w:rsidR="0008291A" w:rsidRPr="00B73532" w:rsidRDefault="0008291A" w:rsidP="0008291A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7616F451" w14:textId="77777777" w:rsidR="0008291A" w:rsidRPr="00940241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</w:t>
      </w:r>
      <w:r w:rsidR="00EF5EB1" w:rsidRPr="00940241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940241"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69A7B305" w14:textId="77777777" w:rsidR="0008291A" w:rsidRPr="00B73532" w:rsidRDefault="0008291A" w:rsidP="0008291A">
      <w:pPr>
        <w:spacing w:line="312" w:lineRule="auto"/>
        <w:ind w:left="851"/>
        <w:jc w:val="both"/>
        <w:rPr>
          <w:rFonts w:ascii="Arial" w:hAnsi="Arial" w:cs="Arial"/>
          <w:b/>
          <w:caps/>
          <w:color w:val="76923C" w:themeColor="accent3" w:themeShade="BF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peço ao 1º Secr</w:t>
      </w:r>
      <w:bookmarkStart w:id="9" w:name="_GoBack"/>
      <w:bookmarkEnd w:id="9"/>
      <w:r w:rsidRPr="00940241">
        <w:rPr>
          <w:rFonts w:ascii="Arial" w:hAnsi="Arial" w:cs="Arial"/>
          <w:caps/>
          <w:szCs w:val="24"/>
          <w:lang w:eastAsia="ko-KR"/>
        </w:rPr>
        <w:t>etário que proceda À votação nominal do projeto, na forma regimental</w:t>
      </w:r>
      <w:r w:rsidR="004C56E8" w:rsidRPr="00940241">
        <w:rPr>
          <w:rFonts w:ascii="Arial" w:hAnsi="Arial" w:cs="Arial"/>
          <w:szCs w:val="24"/>
          <w:lang w:eastAsia="ko-KR"/>
        </w:rPr>
        <w:t>.</w:t>
      </w:r>
      <w:r w:rsidR="004C56E8">
        <w:rPr>
          <w:rFonts w:ascii="Arial" w:hAnsi="Arial" w:cs="Arial"/>
          <w:b/>
          <w:szCs w:val="24"/>
          <w:lang w:eastAsia="ko-KR"/>
        </w:rPr>
        <w:t xml:space="preserve"> 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B73532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5F6F2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19.1)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18BC0B9" w14:textId="77777777" w:rsidR="00FD1652" w:rsidRPr="00B73532" w:rsidRDefault="00FD1652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526262478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Encerra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ndo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Ordem do Dia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EF5EB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  <w:bookmarkEnd w:id="10"/>
    </w:p>
    <w:p w14:paraId="496D675A" w14:textId="77777777" w:rsidR="00FD1652" w:rsidRPr="00940241" w:rsidRDefault="00FD1652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0522C1FD" w14:textId="77777777" w:rsidR="00BB60B3" w:rsidRPr="00B73532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Chamada para Temas Livres. 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2178B5AB" w14:textId="77777777" w:rsidR="00BB60B3" w:rsidRPr="00940241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SOLICITO</w:t>
      </w:r>
      <w:r w:rsidR="00670193" w:rsidRPr="00940241">
        <w:rPr>
          <w:rFonts w:ascii="Arial" w:hAnsi="Arial" w:cs="Arial"/>
          <w:szCs w:val="24"/>
          <w:lang w:eastAsia="ko-KR"/>
        </w:rPr>
        <w:t>, ENTÃO,</w:t>
      </w:r>
      <w:r w:rsidRPr="00940241">
        <w:rPr>
          <w:rFonts w:ascii="Arial" w:hAnsi="Arial" w:cs="Arial"/>
          <w:szCs w:val="24"/>
          <w:lang w:eastAsia="ko-KR"/>
        </w:rPr>
        <w:t xml:space="preserve"> AO 1º </w:t>
      </w:r>
      <w:r w:rsidR="00574659" w:rsidRPr="00940241">
        <w:rPr>
          <w:rFonts w:ascii="Arial" w:hAnsi="Arial" w:cs="Arial"/>
          <w:szCs w:val="24"/>
          <w:lang w:eastAsia="ko-KR"/>
        </w:rPr>
        <w:t>SECRETÁRIO</w:t>
      </w:r>
      <w:r w:rsidRPr="00940241">
        <w:rPr>
          <w:rFonts w:ascii="Arial" w:hAnsi="Arial" w:cs="Arial"/>
          <w:szCs w:val="24"/>
          <w:lang w:eastAsia="ko-KR"/>
        </w:rPr>
        <w:t xml:space="preserve"> QUE FAÇA A CHAMADA DOS INSCRITOS PARA FAZER USO DA PALAVRA NOS </w:t>
      </w:r>
      <w:r w:rsidRPr="00940241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EDE21C9" w14:textId="77777777" w:rsidR="00BB60B3" w:rsidRPr="00940241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SERÃO </w:t>
      </w:r>
      <w:r w:rsidRPr="00940241">
        <w:rPr>
          <w:rFonts w:ascii="Arial" w:hAnsi="Arial" w:cs="Arial"/>
          <w:b/>
          <w:szCs w:val="24"/>
          <w:lang w:eastAsia="ko-KR"/>
        </w:rPr>
        <w:t>12</w:t>
      </w:r>
      <w:r w:rsidR="00BB60B3" w:rsidRPr="00940241">
        <w:rPr>
          <w:rFonts w:ascii="Arial" w:hAnsi="Arial" w:cs="Arial"/>
          <w:b/>
          <w:szCs w:val="24"/>
          <w:lang w:eastAsia="ko-KR"/>
        </w:rPr>
        <w:t xml:space="preserve"> MINUTOS</w:t>
      </w:r>
      <w:r w:rsidR="00BB60B3" w:rsidRPr="00940241">
        <w:rPr>
          <w:rFonts w:ascii="Arial" w:hAnsi="Arial" w:cs="Arial"/>
          <w:szCs w:val="24"/>
          <w:lang w:eastAsia="ko-KR"/>
        </w:rPr>
        <w:t xml:space="preserve"> PARA CADA ORADOR.</w:t>
      </w:r>
    </w:p>
    <w:p w14:paraId="1AC2EC7F" w14:textId="77777777" w:rsidR="00A03804" w:rsidRPr="00B73532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C02EE8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42F77AC2" w14:textId="77777777" w:rsidR="00A03804" w:rsidRPr="00940241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CHAMO </w:t>
      </w:r>
      <w:proofErr w:type="gramStart"/>
      <w:r w:rsidRPr="00940241">
        <w:rPr>
          <w:rFonts w:ascii="Arial" w:hAnsi="Arial" w:cs="Arial"/>
          <w:szCs w:val="24"/>
          <w:lang w:eastAsia="ko-KR"/>
        </w:rPr>
        <w:t>O(</w:t>
      </w:r>
      <w:proofErr w:type="gramEnd"/>
      <w:r w:rsidRPr="00940241">
        <w:rPr>
          <w:rFonts w:ascii="Arial" w:hAnsi="Arial" w:cs="Arial"/>
          <w:szCs w:val="24"/>
          <w:lang w:eastAsia="ko-KR"/>
        </w:rPr>
        <w:t>A) VEREADOR(A) __________ PARA OCUPAR A TRIBUNA!</w:t>
      </w:r>
    </w:p>
    <w:p w14:paraId="2B2D4E47" w14:textId="77777777" w:rsidR="00BB60B3" w:rsidRPr="00C02EE8" w:rsidRDefault="00A03804" w:rsidP="00F24C4F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>(Repetir este passo até esgotar a lista)</w:t>
      </w:r>
    </w:p>
    <w:p w14:paraId="0420BF8E" w14:textId="77777777" w:rsidR="00A03804" w:rsidRPr="00C02EE8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>Esgotada a lista,</w:t>
      </w:r>
      <w:r w:rsidR="001858E8" w:rsidRPr="00C02EE8">
        <w:rPr>
          <w:rFonts w:ascii="Arial" w:hAnsi="Arial" w:cs="Arial"/>
          <w:szCs w:val="24"/>
          <w:highlight w:val="yellow"/>
          <w:lang w:eastAsia="ko-KR"/>
        </w:rPr>
        <w:t xml:space="preserve"> 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C9225D" w:rsidRPr="00C02EE8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7761622E" w14:textId="77777777" w:rsidR="00A03804" w:rsidRPr="00940241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PRESIDENTE</w:t>
      </w:r>
      <w:r w:rsidR="00A03804" w:rsidRPr="00940241">
        <w:rPr>
          <w:rFonts w:ascii="Arial" w:hAnsi="Arial" w:cs="Arial"/>
          <w:szCs w:val="24"/>
          <w:lang w:eastAsia="ko-KR"/>
        </w:rPr>
        <w:t>, NÃO HÁ MAIS INSCRITOS PARA OS TEMAS LIVRES.</w:t>
      </w:r>
    </w:p>
    <w:p w14:paraId="6E00765E" w14:textId="77777777" w:rsidR="00642CB4" w:rsidRPr="00C02EE8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>Encerramento da Sessão</w:t>
      </w:r>
      <w:r w:rsidR="004F5FD1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</w:t>
      </w:r>
      <w:r w:rsidR="00C02EE8" w:rsidRPr="00C02EE8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5FD1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22C9F780" w14:textId="77777777" w:rsidR="00CE1745" w:rsidRPr="00940241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NÃO HAVENDO MAIS MATÉRIA A SER TRATADA,</w:t>
      </w:r>
    </w:p>
    <w:p w14:paraId="3928AD03" w14:textId="77777777" w:rsidR="00642CB4" w:rsidRPr="00940241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A PARTICIPAÇÃO DE TODOS OS VEREADORES,</w:t>
      </w:r>
    </w:p>
    <w:p w14:paraId="688218D0" w14:textId="77777777" w:rsidR="008D61D0" w:rsidRPr="00940241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OS</w:t>
      </w:r>
      <w:r w:rsidR="0037099D" w:rsidRPr="00940241">
        <w:rPr>
          <w:rFonts w:ascii="Arial" w:hAnsi="Arial" w:cs="Arial"/>
          <w:szCs w:val="24"/>
          <w:lang w:eastAsia="ko-KR"/>
        </w:rPr>
        <w:t xml:space="preserve"> SERVIDORES DESTA CASA,</w:t>
      </w:r>
    </w:p>
    <w:p w14:paraId="61FEE3C3" w14:textId="77777777" w:rsidR="00642CB4" w:rsidRPr="00940241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O</w:t>
      </w:r>
      <w:r w:rsidR="0037099D" w:rsidRPr="00940241">
        <w:rPr>
          <w:rFonts w:ascii="Arial" w:hAnsi="Arial" w:cs="Arial"/>
          <w:szCs w:val="24"/>
          <w:lang w:eastAsia="ko-KR"/>
        </w:rPr>
        <w:t xml:space="preserve"> PÚBLICO PRESENTE NAS GALERIAS,</w:t>
      </w:r>
    </w:p>
    <w:p w14:paraId="0A74A7E1" w14:textId="77777777" w:rsidR="00642CB4" w:rsidRPr="00940241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AGRADEÇO, </w:t>
      </w:r>
      <w:r w:rsidR="00345B5A" w:rsidRPr="00940241">
        <w:rPr>
          <w:rFonts w:ascii="Arial" w:hAnsi="Arial" w:cs="Arial"/>
          <w:szCs w:val="24"/>
          <w:lang w:eastAsia="ko-KR"/>
        </w:rPr>
        <w:t>POR FIM</w:t>
      </w:r>
      <w:r w:rsidRPr="00940241">
        <w:rPr>
          <w:rFonts w:ascii="Arial" w:hAnsi="Arial" w:cs="Arial"/>
          <w:szCs w:val="24"/>
          <w:lang w:eastAsia="ko-KR"/>
        </w:rPr>
        <w:t xml:space="preserve">, TODOS OS QUE </w:t>
      </w:r>
      <w:r w:rsidR="00345B5A" w:rsidRPr="00940241">
        <w:rPr>
          <w:rFonts w:ascii="Arial" w:hAnsi="Arial" w:cs="Arial"/>
          <w:szCs w:val="24"/>
          <w:lang w:eastAsia="ko-KR"/>
        </w:rPr>
        <w:t xml:space="preserve">NOS </w:t>
      </w:r>
      <w:r w:rsidR="004C10F0" w:rsidRPr="00940241">
        <w:rPr>
          <w:rFonts w:ascii="Arial" w:hAnsi="Arial" w:cs="Arial"/>
          <w:szCs w:val="24"/>
          <w:lang w:eastAsia="ko-KR"/>
        </w:rPr>
        <w:t xml:space="preserve">ACOMPANHARAM </w:t>
      </w:r>
      <w:r w:rsidR="001644F6" w:rsidRPr="00940241">
        <w:rPr>
          <w:rFonts w:ascii="Arial" w:hAnsi="Arial" w:cs="Arial"/>
          <w:szCs w:val="24"/>
          <w:lang w:eastAsia="ko-KR"/>
        </w:rPr>
        <w:t>PELA TV CÂMARA E PELA INTERNET</w:t>
      </w:r>
      <w:r w:rsidR="0037099D" w:rsidRPr="00940241">
        <w:rPr>
          <w:rFonts w:ascii="Arial" w:hAnsi="Arial" w:cs="Arial"/>
          <w:szCs w:val="24"/>
          <w:lang w:eastAsia="ko-KR"/>
        </w:rPr>
        <w:t>.</w:t>
      </w:r>
    </w:p>
    <w:p w14:paraId="385915C4" w14:textId="04A0DBB1" w:rsidR="009D7D4B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E, ÀS </w:t>
      </w:r>
      <w:proofErr w:type="spellStart"/>
      <w:r w:rsidRPr="00940241">
        <w:rPr>
          <w:rFonts w:ascii="Arial" w:hAnsi="Arial" w:cs="Arial"/>
          <w:szCs w:val="24"/>
          <w:lang w:eastAsia="ko-KR"/>
        </w:rPr>
        <w:t>XXX</w:t>
      </w:r>
      <w:proofErr w:type="spellEnd"/>
      <w:r w:rsidRPr="00940241">
        <w:rPr>
          <w:rFonts w:ascii="Arial" w:hAnsi="Arial" w:cs="Arial"/>
          <w:szCs w:val="24"/>
          <w:lang w:eastAsia="ko-KR"/>
        </w:rPr>
        <w:t xml:space="preserve"> HORAS</w:t>
      </w:r>
      <w:r w:rsidR="00146C11" w:rsidRPr="00940241">
        <w:rPr>
          <w:rFonts w:ascii="Arial" w:hAnsi="Arial" w:cs="Arial"/>
          <w:szCs w:val="24"/>
          <w:lang w:eastAsia="ko-KR"/>
        </w:rPr>
        <w:t xml:space="preserve"> DO DIA </w:t>
      </w:r>
      <w:r w:rsidR="00612D2F">
        <w:rPr>
          <w:rFonts w:ascii="Arial" w:hAnsi="Arial" w:cs="Arial"/>
          <w:szCs w:val="24"/>
          <w:lang w:eastAsia="ko-KR"/>
        </w:rPr>
        <w:t>27 DE NOVEMBRO</w:t>
      </w:r>
      <w:r w:rsidRPr="00940241">
        <w:rPr>
          <w:rFonts w:ascii="Arial" w:hAnsi="Arial" w:cs="Arial"/>
          <w:szCs w:val="24"/>
          <w:lang w:eastAsia="ko-KR"/>
        </w:rPr>
        <w:t xml:space="preserve">, DECLARO ENCERRADA A </w:t>
      </w:r>
      <w:r w:rsidR="00612D2F">
        <w:rPr>
          <w:rFonts w:ascii="Arial" w:hAnsi="Arial" w:cs="Arial"/>
          <w:szCs w:val="24"/>
          <w:lang w:eastAsia="ko-KR"/>
        </w:rPr>
        <w:t>38ª (TRIGÉSIMA OITAVA)</w:t>
      </w:r>
      <w:r w:rsidR="00315EFC" w:rsidRPr="00940241">
        <w:rPr>
          <w:rFonts w:ascii="Arial" w:hAnsi="Arial" w:cs="Arial"/>
          <w:szCs w:val="24"/>
          <w:lang w:eastAsia="ko-KR"/>
        </w:rPr>
        <w:t xml:space="preserve"> SESSÃO</w:t>
      </w:r>
      <w:r w:rsidRPr="00940241">
        <w:rPr>
          <w:rFonts w:ascii="Arial" w:hAnsi="Arial" w:cs="Arial"/>
          <w:szCs w:val="24"/>
          <w:lang w:eastAsia="ko-KR"/>
        </w:rPr>
        <w:t xml:space="preserve"> ORDINÁRIA DA CÂMARA MUNICIPAL DE JACAREÍ, DO ANO DE 201</w:t>
      </w:r>
      <w:r w:rsidR="00FD2C0F" w:rsidRPr="00940241">
        <w:rPr>
          <w:rFonts w:ascii="Arial" w:hAnsi="Arial" w:cs="Arial"/>
          <w:szCs w:val="24"/>
          <w:lang w:eastAsia="ko-KR"/>
        </w:rPr>
        <w:t>9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4CA4CE6E" w14:textId="5A7DFFEA" w:rsidR="002932DD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BOA </w:t>
      </w:r>
      <w:r w:rsidR="006013C9">
        <w:rPr>
          <w:rFonts w:ascii="Arial" w:hAnsi="Arial" w:cs="Arial"/>
          <w:szCs w:val="24"/>
          <w:lang w:eastAsia="ko-KR"/>
        </w:rPr>
        <w:t>NOITE</w:t>
      </w:r>
      <w:r w:rsidRPr="00940241">
        <w:rPr>
          <w:rFonts w:ascii="Arial" w:hAnsi="Arial" w:cs="Arial"/>
          <w:szCs w:val="24"/>
          <w:lang w:eastAsia="ko-KR"/>
        </w:rPr>
        <w:t xml:space="preserve"> A TODOS!</w:t>
      </w:r>
    </w:p>
    <w:sectPr w:rsidR="002932DD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4F540" w14:textId="77777777" w:rsidR="003C447E" w:rsidRDefault="003C447E">
      <w:r>
        <w:separator/>
      </w:r>
    </w:p>
  </w:endnote>
  <w:endnote w:type="continuationSeparator" w:id="0">
    <w:p w14:paraId="663DF358" w14:textId="77777777" w:rsidR="003C447E" w:rsidRDefault="003C4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9528B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0FCF5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6B482" w14:textId="77777777" w:rsidR="003C447E" w:rsidRDefault="003C447E">
      <w:r>
        <w:separator/>
      </w:r>
    </w:p>
  </w:footnote>
  <w:footnote w:type="continuationSeparator" w:id="0">
    <w:p w14:paraId="0369317C" w14:textId="77777777" w:rsidR="003C447E" w:rsidRDefault="003C4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97A7C" w14:textId="77777777"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DC75444" wp14:editId="02F87A18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52865" w14:textId="77777777"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13EB95FE" w14:textId="77777777"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6642E" w14:textId="77777777"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C75444" id="Grupo 16" o:spid="_x0000_s1026" style="position:absolute;left:0;text-align:left;margin-left:26pt;margin-top:-6.25pt;width:480.85pt;height:56.6pt;z-index:25166336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4F052865" w14:textId="77777777"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13EB95FE" w14:textId="77777777"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226642E" w14:textId="77777777"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CECAD2F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6EBC9826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425CCDC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930F2DB" w14:textId="242D5C95" w:rsidR="00F10A87" w:rsidRPr="00011642" w:rsidRDefault="00F10A87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 xml:space="preserve">Roteiro da </w:t>
    </w:r>
    <w:r w:rsidR="002932DD">
      <w:rPr>
        <w:rFonts w:ascii="Arial" w:hAnsi="Arial" w:cs="Arial"/>
        <w:b/>
        <w:sz w:val="20"/>
        <w:u w:val="single"/>
      </w:rPr>
      <w:t>3</w:t>
    </w:r>
    <w:r w:rsidR="00D12DF8">
      <w:rPr>
        <w:rFonts w:ascii="Arial" w:hAnsi="Arial" w:cs="Arial"/>
        <w:b/>
        <w:sz w:val="20"/>
        <w:u w:val="single"/>
      </w:rPr>
      <w:t>8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D12DF8">
      <w:rPr>
        <w:rFonts w:ascii="Arial" w:hAnsi="Arial" w:cs="Arial"/>
        <w:b/>
        <w:sz w:val="20"/>
        <w:u w:val="single"/>
      </w:rPr>
      <w:t>27/11</w:t>
    </w:r>
    <w:r w:rsidR="00472765">
      <w:rPr>
        <w:rFonts w:ascii="Arial" w:hAnsi="Arial" w:cs="Arial"/>
        <w:b/>
        <w:sz w:val="20"/>
        <w:u w:val="single"/>
      </w:rPr>
      <w:t>/2019</w:t>
    </w:r>
    <w:r w:rsidRPr="00011642">
      <w:rPr>
        <w:rFonts w:ascii="Arial" w:hAnsi="Arial" w:cs="Arial"/>
        <w:b/>
        <w:sz w:val="20"/>
        <w:u w:val="single"/>
      </w:rPr>
      <w:t xml:space="preserve"> - Fls. </w:t>
    </w:r>
    <w:r w:rsidRPr="00011642">
      <w:rPr>
        <w:rFonts w:ascii="Arial" w:hAnsi="Arial" w:cs="Arial"/>
        <w:b/>
        <w:sz w:val="20"/>
        <w:u w:val="single"/>
      </w:rPr>
      <w:fldChar w:fldCharType="begin"/>
    </w:r>
    <w:r w:rsidRPr="00011642">
      <w:rPr>
        <w:rFonts w:ascii="Arial" w:hAnsi="Arial" w:cs="Arial"/>
        <w:b/>
        <w:sz w:val="20"/>
        <w:u w:val="single"/>
      </w:rPr>
      <w:instrText>PAGE   \* MERGEFORMAT</w:instrText>
    </w:r>
    <w:r w:rsidRPr="00011642">
      <w:rPr>
        <w:rFonts w:ascii="Arial" w:hAnsi="Arial" w:cs="Arial"/>
        <w:b/>
        <w:sz w:val="20"/>
        <w:u w:val="single"/>
      </w:rPr>
      <w:fldChar w:fldCharType="separate"/>
    </w:r>
    <w:r w:rsidR="005F6F2D">
      <w:rPr>
        <w:rFonts w:ascii="Arial" w:hAnsi="Arial" w:cs="Arial"/>
        <w:b/>
        <w:noProof/>
        <w:sz w:val="20"/>
        <w:u w:val="single"/>
      </w:rPr>
      <w:t>11</w:t>
    </w:r>
    <w:r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BF4EF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170967B" wp14:editId="2749A32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23EB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453C6C1D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C67A6" w14:textId="77777777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70967B" id="Grupo 15" o:spid="_x0000_s1030" style="position:absolute;left:0;text-align:left;margin-left:21.85pt;margin-top:-6.25pt;width:480.85pt;height:56.6pt;z-index:251657216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43523EB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453C6C1D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076C67A6" w14:textId="77777777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55405601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203054C2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9305BA2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4F3848C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F6DD23"/>
    <w:multiLevelType w:val="hybridMultilevel"/>
    <w:tmpl w:val="3E8FB8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4275EA"/>
    <w:multiLevelType w:val="hybridMultilevel"/>
    <w:tmpl w:val="E85A5430"/>
    <w:lvl w:ilvl="0" w:tplc="AE22E1F0">
      <w:start w:val="1"/>
      <w:numFmt w:val="upperRoman"/>
      <w:lvlText w:val="%1."/>
      <w:lvlJc w:val="left"/>
      <w:pPr>
        <w:ind w:left="3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275" w:hanging="360"/>
      </w:pPr>
    </w:lvl>
    <w:lvl w:ilvl="2" w:tplc="0416001B" w:tentative="1">
      <w:start w:val="1"/>
      <w:numFmt w:val="lowerRoman"/>
      <w:lvlText w:val="%3."/>
      <w:lvlJc w:val="right"/>
      <w:pPr>
        <w:ind w:left="4995" w:hanging="180"/>
      </w:pPr>
    </w:lvl>
    <w:lvl w:ilvl="3" w:tplc="0416000F" w:tentative="1">
      <w:start w:val="1"/>
      <w:numFmt w:val="decimal"/>
      <w:lvlText w:val="%4."/>
      <w:lvlJc w:val="left"/>
      <w:pPr>
        <w:ind w:left="5715" w:hanging="360"/>
      </w:pPr>
    </w:lvl>
    <w:lvl w:ilvl="4" w:tplc="04160019" w:tentative="1">
      <w:start w:val="1"/>
      <w:numFmt w:val="lowerLetter"/>
      <w:lvlText w:val="%5."/>
      <w:lvlJc w:val="left"/>
      <w:pPr>
        <w:ind w:left="6435" w:hanging="360"/>
      </w:pPr>
    </w:lvl>
    <w:lvl w:ilvl="5" w:tplc="0416001B" w:tentative="1">
      <w:start w:val="1"/>
      <w:numFmt w:val="lowerRoman"/>
      <w:lvlText w:val="%6."/>
      <w:lvlJc w:val="right"/>
      <w:pPr>
        <w:ind w:left="7155" w:hanging="180"/>
      </w:pPr>
    </w:lvl>
    <w:lvl w:ilvl="6" w:tplc="0416000F" w:tentative="1">
      <w:start w:val="1"/>
      <w:numFmt w:val="decimal"/>
      <w:lvlText w:val="%7."/>
      <w:lvlJc w:val="left"/>
      <w:pPr>
        <w:ind w:left="7875" w:hanging="360"/>
      </w:pPr>
    </w:lvl>
    <w:lvl w:ilvl="7" w:tplc="04160019" w:tentative="1">
      <w:start w:val="1"/>
      <w:numFmt w:val="lowerLetter"/>
      <w:lvlText w:val="%8."/>
      <w:lvlJc w:val="left"/>
      <w:pPr>
        <w:ind w:left="8595" w:hanging="360"/>
      </w:pPr>
    </w:lvl>
    <w:lvl w:ilvl="8" w:tplc="0416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8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575860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C52EB"/>
    <w:multiLevelType w:val="hybridMultilevel"/>
    <w:tmpl w:val="887EE74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6"/>
  </w:num>
  <w:num w:numId="5">
    <w:abstractNumId w:val="18"/>
  </w:num>
  <w:num w:numId="6">
    <w:abstractNumId w:val="24"/>
  </w:num>
  <w:num w:numId="7">
    <w:abstractNumId w:val="8"/>
  </w:num>
  <w:num w:numId="8">
    <w:abstractNumId w:val="22"/>
  </w:num>
  <w:num w:numId="9">
    <w:abstractNumId w:val="5"/>
  </w:num>
  <w:num w:numId="10">
    <w:abstractNumId w:val="21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12"/>
  </w:num>
  <w:num w:numId="19">
    <w:abstractNumId w:val="1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9"/>
  </w:num>
  <w:num w:numId="24">
    <w:abstractNumId w:val="23"/>
  </w:num>
  <w:num w:numId="25">
    <w:abstractNumId w:val="19"/>
  </w:num>
  <w:num w:numId="26">
    <w:abstractNumId w:val="20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15E2"/>
    <w:rsid w:val="000027DA"/>
    <w:rsid w:val="00003323"/>
    <w:rsid w:val="000114E0"/>
    <w:rsid w:val="00011642"/>
    <w:rsid w:val="00012789"/>
    <w:rsid w:val="00014BD1"/>
    <w:rsid w:val="00016232"/>
    <w:rsid w:val="00016DA7"/>
    <w:rsid w:val="00016EB4"/>
    <w:rsid w:val="00017742"/>
    <w:rsid w:val="00023276"/>
    <w:rsid w:val="000241AD"/>
    <w:rsid w:val="000264BC"/>
    <w:rsid w:val="000309F8"/>
    <w:rsid w:val="00030A08"/>
    <w:rsid w:val="00030FA6"/>
    <w:rsid w:val="00036429"/>
    <w:rsid w:val="00042FEF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0AD5"/>
    <w:rsid w:val="000726F3"/>
    <w:rsid w:val="00077C7D"/>
    <w:rsid w:val="00080B06"/>
    <w:rsid w:val="00080FFC"/>
    <w:rsid w:val="0008291A"/>
    <w:rsid w:val="00083D94"/>
    <w:rsid w:val="000845CE"/>
    <w:rsid w:val="00084614"/>
    <w:rsid w:val="0009000D"/>
    <w:rsid w:val="00092897"/>
    <w:rsid w:val="000930D1"/>
    <w:rsid w:val="00093C52"/>
    <w:rsid w:val="00094490"/>
    <w:rsid w:val="00094C68"/>
    <w:rsid w:val="00094C78"/>
    <w:rsid w:val="000958D5"/>
    <w:rsid w:val="00095977"/>
    <w:rsid w:val="00097C74"/>
    <w:rsid w:val="000A01F0"/>
    <w:rsid w:val="000A0864"/>
    <w:rsid w:val="000A0A59"/>
    <w:rsid w:val="000A741B"/>
    <w:rsid w:val="000B0649"/>
    <w:rsid w:val="000B1514"/>
    <w:rsid w:val="000B2649"/>
    <w:rsid w:val="000B3E68"/>
    <w:rsid w:val="000B47BA"/>
    <w:rsid w:val="000B5E80"/>
    <w:rsid w:val="000C029B"/>
    <w:rsid w:val="000C0BEF"/>
    <w:rsid w:val="000C197C"/>
    <w:rsid w:val="000D47B0"/>
    <w:rsid w:val="000D7B7C"/>
    <w:rsid w:val="000E0826"/>
    <w:rsid w:val="000E2A45"/>
    <w:rsid w:val="000E7760"/>
    <w:rsid w:val="000F27FA"/>
    <w:rsid w:val="000F4AD7"/>
    <w:rsid w:val="000F554B"/>
    <w:rsid w:val="000F63F2"/>
    <w:rsid w:val="000F66BB"/>
    <w:rsid w:val="001024AE"/>
    <w:rsid w:val="00105220"/>
    <w:rsid w:val="00107E4B"/>
    <w:rsid w:val="001128B6"/>
    <w:rsid w:val="001147BC"/>
    <w:rsid w:val="00114C2B"/>
    <w:rsid w:val="00114D4C"/>
    <w:rsid w:val="0011536A"/>
    <w:rsid w:val="00120B5A"/>
    <w:rsid w:val="00120F7F"/>
    <w:rsid w:val="00121924"/>
    <w:rsid w:val="00121A6C"/>
    <w:rsid w:val="00121DD0"/>
    <w:rsid w:val="0012349C"/>
    <w:rsid w:val="00125123"/>
    <w:rsid w:val="00126440"/>
    <w:rsid w:val="00126E6F"/>
    <w:rsid w:val="0013216C"/>
    <w:rsid w:val="00132BF9"/>
    <w:rsid w:val="001347B0"/>
    <w:rsid w:val="00134B95"/>
    <w:rsid w:val="001412DB"/>
    <w:rsid w:val="00141428"/>
    <w:rsid w:val="0014591F"/>
    <w:rsid w:val="001461C6"/>
    <w:rsid w:val="00146C11"/>
    <w:rsid w:val="001519C6"/>
    <w:rsid w:val="00155158"/>
    <w:rsid w:val="00155208"/>
    <w:rsid w:val="0016325B"/>
    <w:rsid w:val="001644F6"/>
    <w:rsid w:val="00165087"/>
    <w:rsid w:val="00166DB4"/>
    <w:rsid w:val="00167BA5"/>
    <w:rsid w:val="00172C0D"/>
    <w:rsid w:val="00172E81"/>
    <w:rsid w:val="00173740"/>
    <w:rsid w:val="00175B96"/>
    <w:rsid w:val="00175E05"/>
    <w:rsid w:val="001762FF"/>
    <w:rsid w:val="001803FC"/>
    <w:rsid w:val="00181CD2"/>
    <w:rsid w:val="001825AC"/>
    <w:rsid w:val="00183588"/>
    <w:rsid w:val="001858E8"/>
    <w:rsid w:val="001906AF"/>
    <w:rsid w:val="00193B0D"/>
    <w:rsid w:val="00197B42"/>
    <w:rsid w:val="001A32AD"/>
    <w:rsid w:val="001A32DA"/>
    <w:rsid w:val="001A4310"/>
    <w:rsid w:val="001A7F32"/>
    <w:rsid w:val="001B02E1"/>
    <w:rsid w:val="001B1AF1"/>
    <w:rsid w:val="001B40FC"/>
    <w:rsid w:val="001B7BD6"/>
    <w:rsid w:val="001C1E94"/>
    <w:rsid w:val="001C36DF"/>
    <w:rsid w:val="001C37F1"/>
    <w:rsid w:val="001C3D4B"/>
    <w:rsid w:val="001C48AC"/>
    <w:rsid w:val="001C4DDB"/>
    <w:rsid w:val="001C629D"/>
    <w:rsid w:val="001C6B1D"/>
    <w:rsid w:val="001D16AC"/>
    <w:rsid w:val="001D368A"/>
    <w:rsid w:val="001D3BF6"/>
    <w:rsid w:val="001D51A3"/>
    <w:rsid w:val="001D63D6"/>
    <w:rsid w:val="001E1747"/>
    <w:rsid w:val="001E2D11"/>
    <w:rsid w:val="001E61AB"/>
    <w:rsid w:val="001E78E3"/>
    <w:rsid w:val="001F0334"/>
    <w:rsid w:val="001F1031"/>
    <w:rsid w:val="001F13C3"/>
    <w:rsid w:val="001F18B1"/>
    <w:rsid w:val="001F3D28"/>
    <w:rsid w:val="001F3D6E"/>
    <w:rsid w:val="001F43EB"/>
    <w:rsid w:val="001F4BF1"/>
    <w:rsid w:val="001F5513"/>
    <w:rsid w:val="002024F8"/>
    <w:rsid w:val="002033DA"/>
    <w:rsid w:val="00204155"/>
    <w:rsid w:val="00204BAB"/>
    <w:rsid w:val="00204C32"/>
    <w:rsid w:val="00204ED7"/>
    <w:rsid w:val="002057E5"/>
    <w:rsid w:val="0020584A"/>
    <w:rsid w:val="0020586B"/>
    <w:rsid w:val="002112AE"/>
    <w:rsid w:val="00211736"/>
    <w:rsid w:val="0021173A"/>
    <w:rsid w:val="00211A24"/>
    <w:rsid w:val="002125DC"/>
    <w:rsid w:val="00212E98"/>
    <w:rsid w:val="00213407"/>
    <w:rsid w:val="002164AF"/>
    <w:rsid w:val="00217A03"/>
    <w:rsid w:val="002214AB"/>
    <w:rsid w:val="0022166B"/>
    <w:rsid w:val="00221FF8"/>
    <w:rsid w:val="002325BD"/>
    <w:rsid w:val="002338B9"/>
    <w:rsid w:val="00233C49"/>
    <w:rsid w:val="00235FBB"/>
    <w:rsid w:val="002360E6"/>
    <w:rsid w:val="00236477"/>
    <w:rsid w:val="00237623"/>
    <w:rsid w:val="00245043"/>
    <w:rsid w:val="00245981"/>
    <w:rsid w:val="002471F1"/>
    <w:rsid w:val="0025128A"/>
    <w:rsid w:val="00253790"/>
    <w:rsid w:val="00253C82"/>
    <w:rsid w:val="0026460B"/>
    <w:rsid w:val="00266DA8"/>
    <w:rsid w:val="00267CC3"/>
    <w:rsid w:val="00270DBA"/>
    <w:rsid w:val="00274384"/>
    <w:rsid w:val="002747DA"/>
    <w:rsid w:val="002753BD"/>
    <w:rsid w:val="002768AE"/>
    <w:rsid w:val="00276BEC"/>
    <w:rsid w:val="0028005D"/>
    <w:rsid w:val="00280F8B"/>
    <w:rsid w:val="00286C80"/>
    <w:rsid w:val="00287284"/>
    <w:rsid w:val="00290F6F"/>
    <w:rsid w:val="00291137"/>
    <w:rsid w:val="00291C78"/>
    <w:rsid w:val="0029257A"/>
    <w:rsid w:val="002932DD"/>
    <w:rsid w:val="0029478F"/>
    <w:rsid w:val="00296934"/>
    <w:rsid w:val="002A0ED1"/>
    <w:rsid w:val="002A15D9"/>
    <w:rsid w:val="002A7434"/>
    <w:rsid w:val="002B0FB2"/>
    <w:rsid w:val="002B12DA"/>
    <w:rsid w:val="002B5365"/>
    <w:rsid w:val="002B5E17"/>
    <w:rsid w:val="002C046E"/>
    <w:rsid w:val="002C29C5"/>
    <w:rsid w:val="002C4106"/>
    <w:rsid w:val="002C44B5"/>
    <w:rsid w:val="002C4B2B"/>
    <w:rsid w:val="002C4F8E"/>
    <w:rsid w:val="002C5CE0"/>
    <w:rsid w:val="002C6342"/>
    <w:rsid w:val="002C70C5"/>
    <w:rsid w:val="002D1F1D"/>
    <w:rsid w:val="002D3AF1"/>
    <w:rsid w:val="002D41E4"/>
    <w:rsid w:val="002D4BDA"/>
    <w:rsid w:val="002D79A5"/>
    <w:rsid w:val="002D79F7"/>
    <w:rsid w:val="002E208B"/>
    <w:rsid w:val="002E3E52"/>
    <w:rsid w:val="002E7CE7"/>
    <w:rsid w:val="002F02DB"/>
    <w:rsid w:val="002F0529"/>
    <w:rsid w:val="002F0DED"/>
    <w:rsid w:val="002F0E3B"/>
    <w:rsid w:val="002F1D85"/>
    <w:rsid w:val="002F2B10"/>
    <w:rsid w:val="002F340A"/>
    <w:rsid w:val="002F429C"/>
    <w:rsid w:val="002F570E"/>
    <w:rsid w:val="002F73F4"/>
    <w:rsid w:val="00300D8A"/>
    <w:rsid w:val="00303DF4"/>
    <w:rsid w:val="0030410F"/>
    <w:rsid w:val="003058CD"/>
    <w:rsid w:val="0030678B"/>
    <w:rsid w:val="00311028"/>
    <w:rsid w:val="00311425"/>
    <w:rsid w:val="00311683"/>
    <w:rsid w:val="003124A3"/>
    <w:rsid w:val="00312836"/>
    <w:rsid w:val="0031359B"/>
    <w:rsid w:val="00314F2E"/>
    <w:rsid w:val="00315B5B"/>
    <w:rsid w:val="00315EDC"/>
    <w:rsid w:val="00315EFC"/>
    <w:rsid w:val="00315F23"/>
    <w:rsid w:val="0032101F"/>
    <w:rsid w:val="00323490"/>
    <w:rsid w:val="00323F0F"/>
    <w:rsid w:val="003257AB"/>
    <w:rsid w:val="00326C23"/>
    <w:rsid w:val="0033006C"/>
    <w:rsid w:val="00330A3B"/>
    <w:rsid w:val="00330A6C"/>
    <w:rsid w:val="00331A27"/>
    <w:rsid w:val="00334549"/>
    <w:rsid w:val="00337040"/>
    <w:rsid w:val="003370A9"/>
    <w:rsid w:val="00340832"/>
    <w:rsid w:val="003429BA"/>
    <w:rsid w:val="0034330D"/>
    <w:rsid w:val="00345B5A"/>
    <w:rsid w:val="00350203"/>
    <w:rsid w:val="00350ACA"/>
    <w:rsid w:val="0035275B"/>
    <w:rsid w:val="00353538"/>
    <w:rsid w:val="00353BE1"/>
    <w:rsid w:val="00353FB2"/>
    <w:rsid w:val="00357361"/>
    <w:rsid w:val="0036144E"/>
    <w:rsid w:val="00362E05"/>
    <w:rsid w:val="0037045B"/>
    <w:rsid w:val="0037099D"/>
    <w:rsid w:val="00373139"/>
    <w:rsid w:val="0037681E"/>
    <w:rsid w:val="00376BF5"/>
    <w:rsid w:val="003818EB"/>
    <w:rsid w:val="003820CE"/>
    <w:rsid w:val="00382862"/>
    <w:rsid w:val="00385753"/>
    <w:rsid w:val="00385CDA"/>
    <w:rsid w:val="00386862"/>
    <w:rsid w:val="0038712B"/>
    <w:rsid w:val="00397FF3"/>
    <w:rsid w:val="003A1828"/>
    <w:rsid w:val="003A357E"/>
    <w:rsid w:val="003A56B2"/>
    <w:rsid w:val="003A7D96"/>
    <w:rsid w:val="003A7F53"/>
    <w:rsid w:val="003B0D72"/>
    <w:rsid w:val="003B19D2"/>
    <w:rsid w:val="003B1A3E"/>
    <w:rsid w:val="003B3420"/>
    <w:rsid w:val="003B35B9"/>
    <w:rsid w:val="003C1BBB"/>
    <w:rsid w:val="003C3306"/>
    <w:rsid w:val="003C3BE2"/>
    <w:rsid w:val="003C447E"/>
    <w:rsid w:val="003D00ED"/>
    <w:rsid w:val="003D084F"/>
    <w:rsid w:val="003D1655"/>
    <w:rsid w:val="003D3AEB"/>
    <w:rsid w:val="003D6CE2"/>
    <w:rsid w:val="003D7032"/>
    <w:rsid w:val="003E0B2A"/>
    <w:rsid w:val="003E2A93"/>
    <w:rsid w:val="003E3191"/>
    <w:rsid w:val="003E31FB"/>
    <w:rsid w:val="003E3422"/>
    <w:rsid w:val="003E3AB2"/>
    <w:rsid w:val="003E480C"/>
    <w:rsid w:val="003E574C"/>
    <w:rsid w:val="003E6EA4"/>
    <w:rsid w:val="003F0CF8"/>
    <w:rsid w:val="003F4F5C"/>
    <w:rsid w:val="0040078C"/>
    <w:rsid w:val="00400A6B"/>
    <w:rsid w:val="0040486B"/>
    <w:rsid w:val="00412795"/>
    <w:rsid w:val="00422062"/>
    <w:rsid w:val="00423E01"/>
    <w:rsid w:val="00430B67"/>
    <w:rsid w:val="004336B0"/>
    <w:rsid w:val="00435CA2"/>
    <w:rsid w:val="0043618B"/>
    <w:rsid w:val="0043626A"/>
    <w:rsid w:val="00437E21"/>
    <w:rsid w:val="00440831"/>
    <w:rsid w:val="0044510E"/>
    <w:rsid w:val="0045032F"/>
    <w:rsid w:val="00451E48"/>
    <w:rsid w:val="00451F84"/>
    <w:rsid w:val="0045308F"/>
    <w:rsid w:val="00454CCE"/>
    <w:rsid w:val="00454D4A"/>
    <w:rsid w:val="00456480"/>
    <w:rsid w:val="00460E9E"/>
    <w:rsid w:val="00463BCC"/>
    <w:rsid w:val="00464459"/>
    <w:rsid w:val="004669CE"/>
    <w:rsid w:val="00467371"/>
    <w:rsid w:val="00472765"/>
    <w:rsid w:val="004767DD"/>
    <w:rsid w:val="004779D0"/>
    <w:rsid w:val="00481DDE"/>
    <w:rsid w:val="00481FB6"/>
    <w:rsid w:val="0048559E"/>
    <w:rsid w:val="00487D64"/>
    <w:rsid w:val="00491C9A"/>
    <w:rsid w:val="00493115"/>
    <w:rsid w:val="00493139"/>
    <w:rsid w:val="00497CDC"/>
    <w:rsid w:val="004A53F0"/>
    <w:rsid w:val="004B16DD"/>
    <w:rsid w:val="004B5392"/>
    <w:rsid w:val="004C10F0"/>
    <w:rsid w:val="004C56E8"/>
    <w:rsid w:val="004C6432"/>
    <w:rsid w:val="004C78B5"/>
    <w:rsid w:val="004D6CFE"/>
    <w:rsid w:val="004E172D"/>
    <w:rsid w:val="004E2410"/>
    <w:rsid w:val="004E2D9E"/>
    <w:rsid w:val="004E46DA"/>
    <w:rsid w:val="004E4D6F"/>
    <w:rsid w:val="004F004D"/>
    <w:rsid w:val="004F14D6"/>
    <w:rsid w:val="004F39E9"/>
    <w:rsid w:val="004F4A76"/>
    <w:rsid w:val="004F5FD1"/>
    <w:rsid w:val="00503E8F"/>
    <w:rsid w:val="00505FD8"/>
    <w:rsid w:val="00506067"/>
    <w:rsid w:val="00507804"/>
    <w:rsid w:val="0051065A"/>
    <w:rsid w:val="0051315E"/>
    <w:rsid w:val="00514A5F"/>
    <w:rsid w:val="005215EF"/>
    <w:rsid w:val="005240C0"/>
    <w:rsid w:val="00530880"/>
    <w:rsid w:val="00531BA5"/>
    <w:rsid w:val="00535DDD"/>
    <w:rsid w:val="005440BA"/>
    <w:rsid w:val="00544BA7"/>
    <w:rsid w:val="00544BFF"/>
    <w:rsid w:val="00547E0C"/>
    <w:rsid w:val="0055297C"/>
    <w:rsid w:val="00553AF7"/>
    <w:rsid w:val="0055444E"/>
    <w:rsid w:val="00564319"/>
    <w:rsid w:val="0056433F"/>
    <w:rsid w:val="00564368"/>
    <w:rsid w:val="00564C7C"/>
    <w:rsid w:val="00574659"/>
    <w:rsid w:val="00574749"/>
    <w:rsid w:val="005754CE"/>
    <w:rsid w:val="00577FB3"/>
    <w:rsid w:val="00583865"/>
    <w:rsid w:val="005847B1"/>
    <w:rsid w:val="00587D10"/>
    <w:rsid w:val="005909A1"/>
    <w:rsid w:val="005933F6"/>
    <w:rsid w:val="005938C7"/>
    <w:rsid w:val="005A010D"/>
    <w:rsid w:val="005A0B37"/>
    <w:rsid w:val="005A3419"/>
    <w:rsid w:val="005B0BD3"/>
    <w:rsid w:val="005B15D0"/>
    <w:rsid w:val="005B3D21"/>
    <w:rsid w:val="005B557E"/>
    <w:rsid w:val="005B5FD8"/>
    <w:rsid w:val="005B7F7C"/>
    <w:rsid w:val="005C26E0"/>
    <w:rsid w:val="005C2914"/>
    <w:rsid w:val="005C3938"/>
    <w:rsid w:val="005C6EA6"/>
    <w:rsid w:val="005D1FF6"/>
    <w:rsid w:val="005D24C4"/>
    <w:rsid w:val="005D29D6"/>
    <w:rsid w:val="005D33DC"/>
    <w:rsid w:val="005D6A4A"/>
    <w:rsid w:val="005E0684"/>
    <w:rsid w:val="005E0872"/>
    <w:rsid w:val="005E138D"/>
    <w:rsid w:val="005E25FB"/>
    <w:rsid w:val="005E47A3"/>
    <w:rsid w:val="005E49C1"/>
    <w:rsid w:val="005E645E"/>
    <w:rsid w:val="005E6CA8"/>
    <w:rsid w:val="005F0CBC"/>
    <w:rsid w:val="005F1E1A"/>
    <w:rsid w:val="005F46C1"/>
    <w:rsid w:val="005F6A3B"/>
    <w:rsid w:val="005F6F2D"/>
    <w:rsid w:val="006013C9"/>
    <w:rsid w:val="00602055"/>
    <w:rsid w:val="00604617"/>
    <w:rsid w:val="00607948"/>
    <w:rsid w:val="00612D2F"/>
    <w:rsid w:val="006145DD"/>
    <w:rsid w:val="006156F8"/>
    <w:rsid w:val="0061668D"/>
    <w:rsid w:val="006171FF"/>
    <w:rsid w:val="00617F74"/>
    <w:rsid w:val="00617FE1"/>
    <w:rsid w:val="00620453"/>
    <w:rsid w:val="00620ADA"/>
    <w:rsid w:val="00620C41"/>
    <w:rsid w:val="00622C4B"/>
    <w:rsid w:val="00624472"/>
    <w:rsid w:val="00624914"/>
    <w:rsid w:val="006268CC"/>
    <w:rsid w:val="00627335"/>
    <w:rsid w:val="006273E7"/>
    <w:rsid w:val="006310F4"/>
    <w:rsid w:val="00631412"/>
    <w:rsid w:val="00631F3C"/>
    <w:rsid w:val="00634AA9"/>
    <w:rsid w:val="00635754"/>
    <w:rsid w:val="006426AE"/>
    <w:rsid w:val="00642CB4"/>
    <w:rsid w:val="00646227"/>
    <w:rsid w:val="00653954"/>
    <w:rsid w:val="00663FCF"/>
    <w:rsid w:val="00664834"/>
    <w:rsid w:val="006651EE"/>
    <w:rsid w:val="00665E76"/>
    <w:rsid w:val="00666343"/>
    <w:rsid w:val="00670193"/>
    <w:rsid w:val="00670ED6"/>
    <w:rsid w:val="00674FFD"/>
    <w:rsid w:val="00675E45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0D0B"/>
    <w:rsid w:val="006B1231"/>
    <w:rsid w:val="006B1F41"/>
    <w:rsid w:val="006B2F03"/>
    <w:rsid w:val="006B7145"/>
    <w:rsid w:val="006B77B0"/>
    <w:rsid w:val="006C19CF"/>
    <w:rsid w:val="006C39FE"/>
    <w:rsid w:val="006C3DD8"/>
    <w:rsid w:val="006C5A96"/>
    <w:rsid w:val="006C7BFB"/>
    <w:rsid w:val="006D1E7B"/>
    <w:rsid w:val="006D3209"/>
    <w:rsid w:val="006D5BDA"/>
    <w:rsid w:val="006D6B60"/>
    <w:rsid w:val="006D6F7D"/>
    <w:rsid w:val="006D78E8"/>
    <w:rsid w:val="006D7A14"/>
    <w:rsid w:val="006E157A"/>
    <w:rsid w:val="006E1AF9"/>
    <w:rsid w:val="006E75B5"/>
    <w:rsid w:val="006E7E66"/>
    <w:rsid w:val="006F002B"/>
    <w:rsid w:val="006F10BA"/>
    <w:rsid w:val="006F3D0F"/>
    <w:rsid w:val="006F412A"/>
    <w:rsid w:val="006F5D85"/>
    <w:rsid w:val="006F75B5"/>
    <w:rsid w:val="006F7685"/>
    <w:rsid w:val="00700E67"/>
    <w:rsid w:val="00701B7C"/>
    <w:rsid w:val="00701DFF"/>
    <w:rsid w:val="0070649E"/>
    <w:rsid w:val="007064A7"/>
    <w:rsid w:val="00706601"/>
    <w:rsid w:val="0070679A"/>
    <w:rsid w:val="00706EA5"/>
    <w:rsid w:val="00711A31"/>
    <w:rsid w:val="00715F74"/>
    <w:rsid w:val="007165DA"/>
    <w:rsid w:val="00717B10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378A"/>
    <w:rsid w:val="0073407F"/>
    <w:rsid w:val="00734BBF"/>
    <w:rsid w:val="00735155"/>
    <w:rsid w:val="00740717"/>
    <w:rsid w:val="0074291E"/>
    <w:rsid w:val="00744004"/>
    <w:rsid w:val="007461FD"/>
    <w:rsid w:val="00754385"/>
    <w:rsid w:val="007613D4"/>
    <w:rsid w:val="00772FA1"/>
    <w:rsid w:val="00774004"/>
    <w:rsid w:val="007756B1"/>
    <w:rsid w:val="00775A1B"/>
    <w:rsid w:val="00776CD2"/>
    <w:rsid w:val="0077717D"/>
    <w:rsid w:val="007811D2"/>
    <w:rsid w:val="00784EB8"/>
    <w:rsid w:val="00785E18"/>
    <w:rsid w:val="007906CE"/>
    <w:rsid w:val="007923AF"/>
    <w:rsid w:val="00792DDE"/>
    <w:rsid w:val="00793403"/>
    <w:rsid w:val="007938B9"/>
    <w:rsid w:val="00795CA1"/>
    <w:rsid w:val="00797D2F"/>
    <w:rsid w:val="007A2233"/>
    <w:rsid w:val="007A2458"/>
    <w:rsid w:val="007A5ACC"/>
    <w:rsid w:val="007A67CE"/>
    <w:rsid w:val="007B258B"/>
    <w:rsid w:val="007B61BF"/>
    <w:rsid w:val="007C0E8C"/>
    <w:rsid w:val="007C1F71"/>
    <w:rsid w:val="007C3F68"/>
    <w:rsid w:val="007C44B2"/>
    <w:rsid w:val="007C4F83"/>
    <w:rsid w:val="007C50AD"/>
    <w:rsid w:val="007C61A4"/>
    <w:rsid w:val="007D3E31"/>
    <w:rsid w:val="007D7BD6"/>
    <w:rsid w:val="007E7F8F"/>
    <w:rsid w:val="007F1836"/>
    <w:rsid w:val="007F44BA"/>
    <w:rsid w:val="007F48AE"/>
    <w:rsid w:val="007F5D6A"/>
    <w:rsid w:val="007F75CA"/>
    <w:rsid w:val="007F77AC"/>
    <w:rsid w:val="0080061A"/>
    <w:rsid w:val="00801469"/>
    <w:rsid w:val="00801847"/>
    <w:rsid w:val="0080197E"/>
    <w:rsid w:val="008059C0"/>
    <w:rsid w:val="008059E6"/>
    <w:rsid w:val="00806DAE"/>
    <w:rsid w:val="00807EA6"/>
    <w:rsid w:val="00811477"/>
    <w:rsid w:val="00811A05"/>
    <w:rsid w:val="008123F3"/>
    <w:rsid w:val="00813998"/>
    <w:rsid w:val="0081487A"/>
    <w:rsid w:val="00814A39"/>
    <w:rsid w:val="00817B15"/>
    <w:rsid w:val="00823F91"/>
    <w:rsid w:val="00824DAA"/>
    <w:rsid w:val="008256C8"/>
    <w:rsid w:val="0082649C"/>
    <w:rsid w:val="0082660F"/>
    <w:rsid w:val="008328DD"/>
    <w:rsid w:val="00834646"/>
    <w:rsid w:val="00836C42"/>
    <w:rsid w:val="00836FB2"/>
    <w:rsid w:val="00837321"/>
    <w:rsid w:val="00841EBA"/>
    <w:rsid w:val="00842127"/>
    <w:rsid w:val="00842FDE"/>
    <w:rsid w:val="00843BC6"/>
    <w:rsid w:val="00850C2F"/>
    <w:rsid w:val="00852719"/>
    <w:rsid w:val="00853030"/>
    <w:rsid w:val="008603E4"/>
    <w:rsid w:val="00861833"/>
    <w:rsid w:val="008657FE"/>
    <w:rsid w:val="00866C1E"/>
    <w:rsid w:val="008726DC"/>
    <w:rsid w:val="0087290C"/>
    <w:rsid w:val="00872CAD"/>
    <w:rsid w:val="00875C8E"/>
    <w:rsid w:val="00877E50"/>
    <w:rsid w:val="00880D15"/>
    <w:rsid w:val="00882C30"/>
    <w:rsid w:val="00882C34"/>
    <w:rsid w:val="00883162"/>
    <w:rsid w:val="00885D4D"/>
    <w:rsid w:val="00886C56"/>
    <w:rsid w:val="008909A4"/>
    <w:rsid w:val="00892C08"/>
    <w:rsid w:val="0089382E"/>
    <w:rsid w:val="008968F5"/>
    <w:rsid w:val="00896949"/>
    <w:rsid w:val="0089785C"/>
    <w:rsid w:val="00897B30"/>
    <w:rsid w:val="008A0BF8"/>
    <w:rsid w:val="008A0EB2"/>
    <w:rsid w:val="008A4E5B"/>
    <w:rsid w:val="008A543E"/>
    <w:rsid w:val="008B012B"/>
    <w:rsid w:val="008B13D6"/>
    <w:rsid w:val="008B1DB2"/>
    <w:rsid w:val="008B313E"/>
    <w:rsid w:val="008B559D"/>
    <w:rsid w:val="008B5E79"/>
    <w:rsid w:val="008C3C88"/>
    <w:rsid w:val="008D0AF3"/>
    <w:rsid w:val="008D606C"/>
    <w:rsid w:val="008D61D0"/>
    <w:rsid w:val="008D65AB"/>
    <w:rsid w:val="008E0610"/>
    <w:rsid w:val="008E67C5"/>
    <w:rsid w:val="008E724D"/>
    <w:rsid w:val="008F05B6"/>
    <w:rsid w:val="008F2690"/>
    <w:rsid w:val="00900037"/>
    <w:rsid w:val="0090156C"/>
    <w:rsid w:val="009018B6"/>
    <w:rsid w:val="009020B5"/>
    <w:rsid w:val="0090437C"/>
    <w:rsid w:val="00906EED"/>
    <w:rsid w:val="00907BC6"/>
    <w:rsid w:val="00907C98"/>
    <w:rsid w:val="00913797"/>
    <w:rsid w:val="00921D43"/>
    <w:rsid w:val="00930F08"/>
    <w:rsid w:val="00931430"/>
    <w:rsid w:val="00932660"/>
    <w:rsid w:val="00934B61"/>
    <w:rsid w:val="00935376"/>
    <w:rsid w:val="00935B74"/>
    <w:rsid w:val="00935CDE"/>
    <w:rsid w:val="00940241"/>
    <w:rsid w:val="00942101"/>
    <w:rsid w:val="00943607"/>
    <w:rsid w:val="00943ADB"/>
    <w:rsid w:val="00946FC1"/>
    <w:rsid w:val="009474DD"/>
    <w:rsid w:val="009477A0"/>
    <w:rsid w:val="0095500B"/>
    <w:rsid w:val="0096018D"/>
    <w:rsid w:val="00961248"/>
    <w:rsid w:val="0096572A"/>
    <w:rsid w:val="00967B79"/>
    <w:rsid w:val="009765D0"/>
    <w:rsid w:val="009768E6"/>
    <w:rsid w:val="0098181C"/>
    <w:rsid w:val="00981C18"/>
    <w:rsid w:val="00982765"/>
    <w:rsid w:val="009847DC"/>
    <w:rsid w:val="009857BF"/>
    <w:rsid w:val="00986AF6"/>
    <w:rsid w:val="00987FF5"/>
    <w:rsid w:val="0099015A"/>
    <w:rsid w:val="00990E43"/>
    <w:rsid w:val="0099264F"/>
    <w:rsid w:val="00993594"/>
    <w:rsid w:val="00993CF0"/>
    <w:rsid w:val="0099749F"/>
    <w:rsid w:val="009A2ABD"/>
    <w:rsid w:val="009A3E42"/>
    <w:rsid w:val="009A7DEC"/>
    <w:rsid w:val="009B207E"/>
    <w:rsid w:val="009B280B"/>
    <w:rsid w:val="009B2915"/>
    <w:rsid w:val="009B32F8"/>
    <w:rsid w:val="009B5A95"/>
    <w:rsid w:val="009B6332"/>
    <w:rsid w:val="009C10CD"/>
    <w:rsid w:val="009C2379"/>
    <w:rsid w:val="009C47E8"/>
    <w:rsid w:val="009C68A3"/>
    <w:rsid w:val="009D003A"/>
    <w:rsid w:val="009D2C8C"/>
    <w:rsid w:val="009D48BB"/>
    <w:rsid w:val="009D4B96"/>
    <w:rsid w:val="009D4EBC"/>
    <w:rsid w:val="009D50D4"/>
    <w:rsid w:val="009D5C4D"/>
    <w:rsid w:val="009D7212"/>
    <w:rsid w:val="009D7D4B"/>
    <w:rsid w:val="009E1F05"/>
    <w:rsid w:val="009E2484"/>
    <w:rsid w:val="009E3732"/>
    <w:rsid w:val="009F1A26"/>
    <w:rsid w:val="009F220B"/>
    <w:rsid w:val="009F4533"/>
    <w:rsid w:val="009F49FC"/>
    <w:rsid w:val="00A03804"/>
    <w:rsid w:val="00A042E9"/>
    <w:rsid w:val="00A0789A"/>
    <w:rsid w:val="00A127A7"/>
    <w:rsid w:val="00A14AB5"/>
    <w:rsid w:val="00A17CA7"/>
    <w:rsid w:val="00A17D7D"/>
    <w:rsid w:val="00A207B1"/>
    <w:rsid w:val="00A23F3D"/>
    <w:rsid w:val="00A2439D"/>
    <w:rsid w:val="00A248AC"/>
    <w:rsid w:val="00A25194"/>
    <w:rsid w:val="00A30354"/>
    <w:rsid w:val="00A336FF"/>
    <w:rsid w:val="00A37842"/>
    <w:rsid w:val="00A4159F"/>
    <w:rsid w:val="00A46085"/>
    <w:rsid w:val="00A469CE"/>
    <w:rsid w:val="00A46B01"/>
    <w:rsid w:val="00A47058"/>
    <w:rsid w:val="00A4757B"/>
    <w:rsid w:val="00A510B9"/>
    <w:rsid w:val="00A5114B"/>
    <w:rsid w:val="00A520E2"/>
    <w:rsid w:val="00A523ED"/>
    <w:rsid w:val="00A52F20"/>
    <w:rsid w:val="00A56D55"/>
    <w:rsid w:val="00A572DB"/>
    <w:rsid w:val="00A600CF"/>
    <w:rsid w:val="00A60EA5"/>
    <w:rsid w:val="00A75743"/>
    <w:rsid w:val="00A762D5"/>
    <w:rsid w:val="00A77D44"/>
    <w:rsid w:val="00A839A6"/>
    <w:rsid w:val="00A84A23"/>
    <w:rsid w:val="00A85F52"/>
    <w:rsid w:val="00A90605"/>
    <w:rsid w:val="00A92CB9"/>
    <w:rsid w:val="00A9383B"/>
    <w:rsid w:val="00A95134"/>
    <w:rsid w:val="00AA1713"/>
    <w:rsid w:val="00AA3E3B"/>
    <w:rsid w:val="00AA3F5C"/>
    <w:rsid w:val="00AA5745"/>
    <w:rsid w:val="00AA5DCF"/>
    <w:rsid w:val="00AA65E3"/>
    <w:rsid w:val="00AA7347"/>
    <w:rsid w:val="00AB1B97"/>
    <w:rsid w:val="00AB3250"/>
    <w:rsid w:val="00AB4C24"/>
    <w:rsid w:val="00AB4FA4"/>
    <w:rsid w:val="00AB4FF6"/>
    <w:rsid w:val="00AC225C"/>
    <w:rsid w:val="00AC23F0"/>
    <w:rsid w:val="00AC2A2D"/>
    <w:rsid w:val="00AC3775"/>
    <w:rsid w:val="00AC4262"/>
    <w:rsid w:val="00AC703C"/>
    <w:rsid w:val="00AC712C"/>
    <w:rsid w:val="00AC7401"/>
    <w:rsid w:val="00AD0F88"/>
    <w:rsid w:val="00AD161D"/>
    <w:rsid w:val="00AD170E"/>
    <w:rsid w:val="00AD235D"/>
    <w:rsid w:val="00AD43C2"/>
    <w:rsid w:val="00AD6C34"/>
    <w:rsid w:val="00AD6CF9"/>
    <w:rsid w:val="00AD799B"/>
    <w:rsid w:val="00AD7E4F"/>
    <w:rsid w:val="00AE23F2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11B06"/>
    <w:rsid w:val="00B20CBF"/>
    <w:rsid w:val="00B20D4F"/>
    <w:rsid w:val="00B21159"/>
    <w:rsid w:val="00B22284"/>
    <w:rsid w:val="00B22EFE"/>
    <w:rsid w:val="00B325A6"/>
    <w:rsid w:val="00B32748"/>
    <w:rsid w:val="00B32905"/>
    <w:rsid w:val="00B33AA3"/>
    <w:rsid w:val="00B33BE5"/>
    <w:rsid w:val="00B3597A"/>
    <w:rsid w:val="00B35B35"/>
    <w:rsid w:val="00B363A5"/>
    <w:rsid w:val="00B36B39"/>
    <w:rsid w:val="00B4439C"/>
    <w:rsid w:val="00B47947"/>
    <w:rsid w:val="00B518DF"/>
    <w:rsid w:val="00B53CEB"/>
    <w:rsid w:val="00B53DFA"/>
    <w:rsid w:val="00B55438"/>
    <w:rsid w:val="00B57C81"/>
    <w:rsid w:val="00B62022"/>
    <w:rsid w:val="00B626FD"/>
    <w:rsid w:val="00B63C97"/>
    <w:rsid w:val="00B645DA"/>
    <w:rsid w:val="00B65970"/>
    <w:rsid w:val="00B666FA"/>
    <w:rsid w:val="00B66CBE"/>
    <w:rsid w:val="00B716AE"/>
    <w:rsid w:val="00B71C88"/>
    <w:rsid w:val="00B73532"/>
    <w:rsid w:val="00B73F1D"/>
    <w:rsid w:val="00B75435"/>
    <w:rsid w:val="00B823CA"/>
    <w:rsid w:val="00B85388"/>
    <w:rsid w:val="00B87BAE"/>
    <w:rsid w:val="00B87D7C"/>
    <w:rsid w:val="00B90A7B"/>
    <w:rsid w:val="00B92E47"/>
    <w:rsid w:val="00B93D15"/>
    <w:rsid w:val="00B967E7"/>
    <w:rsid w:val="00B96933"/>
    <w:rsid w:val="00BA0BA5"/>
    <w:rsid w:val="00BA108C"/>
    <w:rsid w:val="00BA1565"/>
    <w:rsid w:val="00BA2A5F"/>
    <w:rsid w:val="00BA3710"/>
    <w:rsid w:val="00BA510C"/>
    <w:rsid w:val="00BB0DEF"/>
    <w:rsid w:val="00BB2678"/>
    <w:rsid w:val="00BB2AE1"/>
    <w:rsid w:val="00BB60B3"/>
    <w:rsid w:val="00BB74D6"/>
    <w:rsid w:val="00BC0601"/>
    <w:rsid w:val="00BC0A5A"/>
    <w:rsid w:val="00BC295C"/>
    <w:rsid w:val="00BC5217"/>
    <w:rsid w:val="00BC7B49"/>
    <w:rsid w:val="00BD1BAA"/>
    <w:rsid w:val="00BD3C47"/>
    <w:rsid w:val="00BD401E"/>
    <w:rsid w:val="00BD533C"/>
    <w:rsid w:val="00BD5416"/>
    <w:rsid w:val="00BE138C"/>
    <w:rsid w:val="00BE5A42"/>
    <w:rsid w:val="00BF05EC"/>
    <w:rsid w:val="00BF1821"/>
    <w:rsid w:val="00BF3879"/>
    <w:rsid w:val="00BF7C01"/>
    <w:rsid w:val="00C0069B"/>
    <w:rsid w:val="00C008B9"/>
    <w:rsid w:val="00C01505"/>
    <w:rsid w:val="00C02EE8"/>
    <w:rsid w:val="00C036B3"/>
    <w:rsid w:val="00C04999"/>
    <w:rsid w:val="00C04A5E"/>
    <w:rsid w:val="00C06BEA"/>
    <w:rsid w:val="00C10926"/>
    <w:rsid w:val="00C109F3"/>
    <w:rsid w:val="00C10BBF"/>
    <w:rsid w:val="00C12E6C"/>
    <w:rsid w:val="00C17092"/>
    <w:rsid w:val="00C23488"/>
    <w:rsid w:val="00C24140"/>
    <w:rsid w:val="00C248A1"/>
    <w:rsid w:val="00C259B2"/>
    <w:rsid w:val="00C279C5"/>
    <w:rsid w:val="00C3265B"/>
    <w:rsid w:val="00C33601"/>
    <w:rsid w:val="00C33E63"/>
    <w:rsid w:val="00C34FA0"/>
    <w:rsid w:val="00C35ACC"/>
    <w:rsid w:val="00C35E91"/>
    <w:rsid w:val="00C36E68"/>
    <w:rsid w:val="00C36EFF"/>
    <w:rsid w:val="00C41984"/>
    <w:rsid w:val="00C4198B"/>
    <w:rsid w:val="00C4353A"/>
    <w:rsid w:val="00C44D39"/>
    <w:rsid w:val="00C45C91"/>
    <w:rsid w:val="00C51149"/>
    <w:rsid w:val="00C51C40"/>
    <w:rsid w:val="00C523F8"/>
    <w:rsid w:val="00C53367"/>
    <w:rsid w:val="00C5459E"/>
    <w:rsid w:val="00C54FDB"/>
    <w:rsid w:val="00C5531B"/>
    <w:rsid w:val="00C602BC"/>
    <w:rsid w:val="00C60FC4"/>
    <w:rsid w:val="00C623F9"/>
    <w:rsid w:val="00C77B38"/>
    <w:rsid w:val="00C8435A"/>
    <w:rsid w:val="00C85746"/>
    <w:rsid w:val="00C869DB"/>
    <w:rsid w:val="00C9225D"/>
    <w:rsid w:val="00C94099"/>
    <w:rsid w:val="00C9513D"/>
    <w:rsid w:val="00CA079E"/>
    <w:rsid w:val="00CA1AFB"/>
    <w:rsid w:val="00CA26E3"/>
    <w:rsid w:val="00CA5ADB"/>
    <w:rsid w:val="00CA6A0C"/>
    <w:rsid w:val="00CA759E"/>
    <w:rsid w:val="00CB0FB2"/>
    <w:rsid w:val="00CB1611"/>
    <w:rsid w:val="00CB1D19"/>
    <w:rsid w:val="00CB27D6"/>
    <w:rsid w:val="00CB2BAB"/>
    <w:rsid w:val="00CB7B39"/>
    <w:rsid w:val="00CC0E67"/>
    <w:rsid w:val="00CC29EC"/>
    <w:rsid w:val="00CC2A7A"/>
    <w:rsid w:val="00CC374C"/>
    <w:rsid w:val="00CC474F"/>
    <w:rsid w:val="00CC4762"/>
    <w:rsid w:val="00CC69FD"/>
    <w:rsid w:val="00CE15D4"/>
    <w:rsid w:val="00CE1745"/>
    <w:rsid w:val="00CE2A78"/>
    <w:rsid w:val="00CE32BA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535F"/>
    <w:rsid w:val="00D06271"/>
    <w:rsid w:val="00D065B8"/>
    <w:rsid w:val="00D1067B"/>
    <w:rsid w:val="00D1131A"/>
    <w:rsid w:val="00D12DF8"/>
    <w:rsid w:val="00D14EB1"/>
    <w:rsid w:val="00D156C0"/>
    <w:rsid w:val="00D15B00"/>
    <w:rsid w:val="00D17B68"/>
    <w:rsid w:val="00D2071C"/>
    <w:rsid w:val="00D2072E"/>
    <w:rsid w:val="00D209AE"/>
    <w:rsid w:val="00D20BE6"/>
    <w:rsid w:val="00D230EF"/>
    <w:rsid w:val="00D26FB8"/>
    <w:rsid w:val="00D277EF"/>
    <w:rsid w:val="00D301D7"/>
    <w:rsid w:val="00D316BE"/>
    <w:rsid w:val="00D34991"/>
    <w:rsid w:val="00D368A6"/>
    <w:rsid w:val="00D404C7"/>
    <w:rsid w:val="00D40743"/>
    <w:rsid w:val="00D44E4A"/>
    <w:rsid w:val="00D45996"/>
    <w:rsid w:val="00D46512"/>
    <w:rsid w:val="00D46F0D"/>
    <w:rsid w:val="00D46FCF"/>
    <w:rsid w:val="00D50EAC"/>
    <w:rsid w:val="00D52488"/>
    <w:rsid w:val="00D5435D"/>
    <w:rsid w:val="00D54836"/>
    <w:rsid w:val="00D54A06"/>
    <w:rsid w:val="00D54BBC"/>
    <w:rsid w:val="00D5521D"/>
    <w:rsid w:val="00D6040B"/>
    <w:rsid w:val="00D65FFF"/>
    <w:rsid w:val="00D66A08"/>
    <w:rsid w:val="00D7133C"/>
    <w:rsid w:val="00D7169B"/>
    <w:rsid w:val="00D811CB"/>
    <w:rsid w:val="00D83430"/>
    <w:rsid w:val="00D8372D"/>
    <w:rsid w:val="00D841C0"/>
    <w:rsid w:val="00D90929"/>
    <w:rsid w:val="00D948CF"/>
    <w:rsid w:val="00D94CA8"/>
    <w:rsid w:val="00D97710"/>
    <w:rsid w:val="00D97B97"/>
    <w:rsid w:val="00DA170F"/>
    <w:rsid w:val="00DA3993"/>
    <w:rsid w:val="00DA67AF"/>
    <w:rsid w:val="00DA7687"/>
    <w:rsid w:val="00DA7AF9"/>
    <w:rsid w:val="00DB049B"/>
    <w:rsid w:val="00DB228A"/>
    <w:rsid w:val="00DB4805"/>
    <w:rsid w:val="00DB48F6"/>
    <w:rsid w:val="00DB7B95"/>
    <w:rsid w:val="00DC16EC"/>
    <w:rsid w:val="00DC2C50"/>
    <w:rsid w:val="00DD09E0"/>
    <w:rsid w:val="00DD09F9"/>
    <w:rsid w:val="00DD1596"/>
    <w:rsid w:val="00DD200D"/>
    <w:rsid w:val="00DD2442"/>
    <w:rsid w:val="00DE4A23"/>
    <w:rsid w:val="00DE5122"/>
    <w:rsid w:val="00DE6F49"/>
    <w:rsid w:val="00DE7A5E"/>
    <w:rsid w:val="00DE7C73"/>
    <w:rsid w:val="00DF08ED"/>
    <w:rsid w:val="00DF1FF0"/>
    <w:rsid w:val="00DF47AC"/>
    <w:rsid w:val="00DF69B9"/>
    <w:rsid w:val="00DF7D77"/>
    <w:rsid w:val="00E000AA"/>
    <w:rsid w:val="00E01941"/>
    <w:rsid w:val="00E0353B"/>
    <w:rsid w:val="00E05CAA"/>
    <w:rsid w:val="00E074CE"/>
    <w:rsid w:val="00E07E21"/>
    <w:rsid w:val="00E10341"/>
    <w:rsid w:val="00E11F92"/>
    <w:rsid w:val="00E12189"/>
    <w:rsid w:val="00E1275F"/>
    <w:rsid w:val="00E14F37"/>
    <w:rsid w:val="00E3022D"/>
    <w:rsid w:val="00E30D36"/>
    <w:rsid w:val="00E32572"/>
    <w:rsid w:val="00E33B30"/>
    <w:rsid w:val="00E35931"/>
    <w:rsid w:val="00E36457"/>
    <w:rsid w:val="00E41261"/>
    <w:rsid w:val="00E46903"/>
    <w:rsid w:val="00E46C5B"/>
    <w:rsid w:val="00E5025F"/>
    <w:rsid w:val="00E53063"/>
    <w:rsid w:val="00E56115"/>
    <w:rsid w:val="00E603C2"/>
    <w:rsid w:val="00E62DB4"/>
    <w:rsid w:val="00E63DFA"/>
    <w:rsid w:val="00E64CC5"/>
    <w:rsid w:val="00E65B84"/>
    <w:rsid w:val="00E66884"/>
    <w:rsid w:val="00E66F1E"/>
    <w:rsid w:val="00E71E81"/>
    <w:rsid w:val="00E76A02"/>
    <w:rsid w:val="00E80DC4"/>
    <w:rsid w:val="00E82D66"/>
    <w:rsid w:val="00E86C30"/>
    <w:rsid w:val="00E90C30"/>
    <w:rsid w:val="00E91990"/>
    <w:rsid w:val="00E91C42"/>
    <w:rsid w:val="00E944F8"/>
    <w:rsid w:val="00E94C86"/>
    <w:rsid w:val="00E97887"/>
    <w:rsid w:val="00EA159D"/>
    <w:rsid w:val="00EA59B3"/>
    <w:rsid w:val="00EA6952"/>
    <w:rsid w:val="00EA726F"/>
    <w:rsid w:val="00EA7910"/>
    <w:rsid w:val="00EB1188"/>
    <w:rsid w:val="00EB1A8A"/>
    <w:rsid w:val="00EB5391"/>
    <w:rsid w:val="00EB57D4"/>
    <w:rsid w:val="00EB6516"/>
    <w:rsid w:val="00EC1B84"/>
    <w:rsid w:val="00EC5CF3"/>
    <w:rsid w:val="00ED03D3"/>
    <w:rsid w:val="00ED0DB4"/>
    <w:rsid w:val="00ED2065"/>
    <w:rsid w:val="00ED7922"/>
    <w:rsid w:val="00EE7D9F"/>
    <w:rsid w:val="00EF1C45"/>
    <w:rsid w:val="00EF5EB1"/>
    <w:rsid w:val="00EF6553"/>
    <w:rsid w:val="00EF6C3C"/>
    <w:rsid w:val="00F02802"/>
    <w:rsid w:val="00F10A87"/>
    <w:rsid w:val="00F10B77"/>
    <w:rsid w:val="00F113AE"/>
    <w:rsid w:val="00F117D6"/>
    <w:rsid w:val="00F1386A"/>
    <w:rsid w:val="00F178DF"/>
    <w:rsid w:val="00F219AA"/>
    <w:rsid w:val="00F227EF"/>
    <w:rsid w:val="00F23ED1"/>
    <w:rsid w:val="00F24475"/>
    <w:rsid w:val="00F24C4F"/>
    <w:rsid w:val="00F27895"/>
    <w:rsid w:val="00F27A87"/>
    <w:rsid w:val="00F30A04"/>
    <w:rsid w:val="00F31DF1"/>
    <w:rsid w:val="00F33404"/>
    <w:rsid w:val="00F36A30"/>
    <w:rsid w:val="00F36C37"/>
    <w:rsid w:val="00F40EEB"/>
    <w:rsid w:val="00F420E5"/>
    <w:rsid w:val="00F45B02"/>
    <w:rsid w:val="00F46A84"/>
    <w:rsid w:val="00F470BD"/>
    <w:rsid w:val="00F47623"/>
    <w:rsid w:val="00F522BE"/>
    <w:rsid w:val="00F53053"/>
    <w:rsid w:val="00F54EC5"/>
    <w:rsid w:val="00F61243"/>
    <w:rsid w:val="00F619F1"/>
    <w:rsid w:val="00F62B2B"/>
    <w:rsid w:val="00F645D9"/>
    <w:rsid w:val="00F64DD4"/>
    <w:rsid w:val="00F668D4"/>
    <w:rsid w:val="00F726CE"/>
    <w:rsid w:val="00F739F6"/>
    <w:rsid w:val="00F73DA3"/>
    <w:rsid w:val="00F74F67"/>
    <w:rsid w:val="00F800C2"/>
    <w:rsid w:val="00F8080C"/>
    <w:rsid w:val="00F80906"/>
    <w:rsid w:val="00F815F7"/>
    <w:rsid w:val="00F81873"/>
    <w:rsid w:val="00F834DC"/>
    <w:rsid w:val="00F84046"/>
    <w:rsid w:val="00F90A5C"/>
    <w:rsid w:val="00F90BDF"/>
    <w:rsid w:val="00F925DB"/>
    <w:rsid w:val="00F9392A"/>
    <w:rsid w:val="00F9677A"/>
    <w:rsid w:val="00FA0E8F"/>
    <w:rsid w:val="00FA2F33"/>
    <w:rsid w:val="00FA3CFC"/>
    <w:rsid w:val="00FA68BE"/>
    <w:rsid w:val="00FA7033"/>
    <w:rsid w:val="00FA7762"/>
    <w:rsid w:val="00FB31EC"/>
    <w:rsid w:val="00FB4AA5"/>
    <w:rsid w:val="00FD122A"/>
    <w:rsid w:val="00FD1652"/>
    <w:rsid w:val="00FD2C0F"/>
    <w:rsid w:val="00FD548E"/>
    <w:rsid w:val="00FE603E"/>
    <w:rsid w:val="00FF32B9"/>
    <w:rsid w:val="00FF330C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BD5ED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A6DCE-6298-4C81-9C2E-6ADEF0F1C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91</TotalTime>
  <Pages>11</Pages>
  <Words>2058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15</cp:revision>
  <cp:lastPrinted>2019-11-27T17:09:00Z</cp:lastPrinted>
  <dcterms:created xsi:type="dcterms:W3CDTF">2019-11-27T12:56:00Z</dcterms:created>
  <dcterms:modified xsi:type="dcterms:W3CDTF">2019-11-27T18:26:00Z</dcterms:modified>
</cp:coreProperties>
</file>